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Pr="006F4033" w:rsidR="006F4033" w:rsidTr="009A1B7D" w14:paraId="0DFC16FA" w14:textId="77777777">
        <w:trPr>
          <w:trHeight w:val="1905"/>
        </w:trPr>
        <w:tc>
          <w:tcPr>
            <w:tcW w:w="5245" w:type="dxa"/>
          </w:tcPr>
          <w:p w:rsidRPr="006F4033" w:rsidR="00D40650" w:rsidP="003F7348" w:rsidRDefault="00A73F17" w14:paraId="775E7835" w14:textId="77777777">
            <w:pPr>
              <w:pStyle w:val="TableContents"/>
              <w:spacing w:line="240" w:lineRule="auto"/>
              <w:rPr>
                <w:b/>
              </w:rPr>
            </w:pPr>
            <w:r w:rsidRPr="006F4033"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57C6673" wp14:editId="607305DE">
                  <wp:simplePos x="0" y="0"/>
                  <wp:positionH relativeFrom="page">
                    <wp:posOffset>-854710</wp:posOffset>
                  </wp:positionH>
                  <wp:positionV relativeFrom="page">
                    <wp:posOffset>9525</wp:posOffset>
                  </wp:positionV>
                  <wp:extent cx="2877820" cy="936625"/>
                  <wp:effectExtent l="0" t="0" r="0" b="0"/>
                  <wp:wrapNone/>
                  <wp:docPr id="2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riigihangete v-kom_vapp_est_blac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820" cy="93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7" w:type="dxa"/>
          </w:tcPr>
          <w:p w:rsidRPr="006F4033" w:rsidR="00BC1A62" w:rsidP="003F7348" w:rsidRDefault="00BC1A62" w14:paraId="7E368E40" w14:textId="77777777">
            <w:pPr>
              <w:pStyle w:val="AK"/>
            </w:pPr>
          </w:p>
        </w:tc>
      </w:tr>
    </w:tbl>
    <w:p w:rsidRPr="002B40AE" w:rsidR="00AA1EFB" w:rsidP="00AA1EFB" w:rsidRDefault="00536FFF" w14:paraId="6DD84E53" w14:textId="03E5EA53">
      <w:pPr>
        <w:spacing w:line="240" w:lineRule="auto"/>
        <w:rPr>
          <w:bCs/>
          <w:noProof/>
          <w:color w:val="000000" w:themeColor="text1"/>
        </w:rPr>
      </w:pPr>
      <w:r w:rsidRPr="00536FFF">
        <w:rPr>
          <w:rStyle w:val="Hperlink"/>
          <w:color w:val="auto"/>
          <w:u w:val="none"/>
        </w:rPr>
        <w:t>Transpordiamet</w:t>
      </w:r>
      <w:r>
        <w:rPr>
          <w:rStyle w:val="Hperlink"/>
          <w:color w:val="auto"/>
          <w:u w:val="none"/>
        </w:rPr>
        <w:tab/>
      </w:r>
      <w:r w:rsidR="00A744CC">
        <w:rPr>
          <w:rStyle w:val="Hperlink"/>
          <w:color w:val="auto"/>
          <w:u w:val="none"/>
        </w:rPr>
        <w:tab/>
      </w:r>
      <w:r w:rsidR="00A744CC">
        <w:rPr>
          <w:rStyle w:val="Hperlink"/>
          <w:color w:val="auto"/>
          <w:u w:val="none"/>
        </w:rPr>
        <w:tab/>
      </w:r>
      <w:r w:rsidR="00A744CC">
        <w:rPr>
          <w:rStyle w:val="Hperlink"/>
          <w:color w:val="auto"/>
          <w:u w:val="none"/>
        </w:rPr>
        <w:tab/>
      </w:r>
      <w:r w:rsidR="00A744CC">
        <w:rPr>
          <w:rStyle w:val="Hperlink"/>
          <w:color w:val="auto"/>
          <w:u w:val="none"/>
        </w:rPr>
        <w:tab/>
      </w:r>
      <w:r w:rsidR="005A3A3B">
        <w:rPr>
          <w:rStyle w:val="Hperlink"/>
          <w:color w:val="auto"/>
          <w:u w:val="none"/>
        </w:rPr>
        <w:tab/>
      </w:r>
      <w:r w:rsidRPr="00EB3898" w:rsidR="001704FA">
        <w:rPr>
          <w:color w:val="000000" w:themeColor="text1"/>
        </w:rPr>
        <w:t xml:space="preserve">Meie </w:t>
      </w:r>
      <w:r w:rsidR="001B2693">
        <w:rPr>
          <w:color w:val="000000" w:themeColor="text1"/>
        </w:rPr>
        <w:t>2</w:t>
      </w:r>
      <w:r>
        <w:rPr>
          <w:color w:val="000000" w:themeColor="text1"/>
        </w:rPr>
        <w:t>6</w:t>
      </w:r>
      <w:r w:rsidR="001704FA">
        <w:rPr>
          <w:color w:val="000000" w:themeColor="text1"/>
        </w:rPr>
        <w:t>.</w:t>
      </w:r>
      <w:r w:rsidR="007C6085">
        <w:rPr>
          <w:color w:val="000000" w:themeColor="text1"/>
        </w:rPr>
        <w:t>0</w:t>
      </w:r>
      <w:r>
        <w:rPr>
          <w:color w:val="000000" w:themeColor="text1"/>
        </w:rPr>
        <w:t>2</w:t>
      </w:r>
      <w:r w:rsidR="00E30840">
        <w:rPr>
          <w:color w:val="000000" w:themeColor="text1"/>
        </w:rPr>
        <w:t>.202</w:t>
      </w:r>
      <w:r w:rsidR="007C6085">
        <w:rPr>
          <w:color w:val="000000" w:themeColor="text1"/>
        </w:rPr>
        <w:t>6</w:t>
      </w:r>
      <w:r w:rsidR="00E30840">
        <w:rPr>
          <w:color w:val="000000" w:themeColor="text1"/>
        </w:rPr>
        <w:t xml:space="preserve"> nr </w:t>
      </w:r>
      <w:r w:rsidRPr="002B40AE" w:rsidR="00AA1EFB">
        <w:rPr>
          <w:bCs/>
          <w:noProof/>
          <w:color w:val="000000" w:themeColor="text1"/>
        </w:rPr>
        <w:t>12.2-10</w:t>
      </w:r>
      <w:r w:rsidRPr="00446375" w:rsidR="00AA1EFB">
        <w:rPr>
          <w:bCs/>
          <w:noProof/>
        </w:rPr>
        <w:t>/</w:t>
      </w:r>
      <w:r>
        <w:rPr>
          <w:bCs/>
          <w:noProof/>
        </w:rPr>
        <w:t>39</w:t>
      </w:r>
    </w:p>
    <w:p w:rsidR="003D5682" w:rsidP="00E90432" w:rsidRDefault="001704FA" w14:paraId="104142F3" w14:textId="7FED6AB3">
      <w:pPr>
        <w:spacing w:line="240" w:lineRule="auto"/>
      </w:pPr>
      <w:r w:rsidRPr="00010CEE">
        <w:rPr>
          <w:rStyle w:val="Hperlink"/>
          <w:color w:val="auto"/>
          <w:u w:val="none"/>
        </w:rPr>
        <w:t>e-post</w:t>
      </w:r>
      <w:r w:rsidRPr="00010CEE">
        <w:rPr>
          <w:rStyle w:val="Hperlink"/>
          <w:color w:val="1F497D" w:themeColor="text2"/>
          <w:u w:val="none"/>
        </w:rPr>
        <w:t>:</w:t>
      </w:r>
      <w:r w:rsidR="004B2FDF">
        <w:rPr>
          <w:rStyle w:val="Hperlink"/>
          <w:color w:val="1F497D" w:themeColor="text2"/>
          <w:u w:val="none"/>
        </w:rPr>
        <w:t xml:space="preserve"> </w:t>
      </w:r>
      <w:hyperlink w:history="1" r:id="rId12">
        <w:r w:rsidRPr="00675148" w:rsidR="003D5682">
          <w:rPr>
            <w:rStyle w:val="Hperlink"/>
          </w:rPr>
          <w:t>ulvi.oper@transpordiamet.ee</w:t>
        </w:r>
      </w:hyperlink>
    </w:p>
    <w:p w:rsidR="00B0243F" w:rsidP="00E90432" w:rsidRDefault="00631E3B" w14:paraId="21CDAC0D" w14:textId="28039A97">
      <w:pPr>
        <w:spacing w:line="240" w:lineRule="auto"/>
      </w:pPr>
      <w:r>
        <w:tab/>
      </w:r>
      <w:hyperlink w:history="1" r:id="rId13">
        <w:r w:rsidRPr="00675148" w:rsidR="00C168FE">
          <w:rPr>
            <w:rStyle w:val="Hperlink"/>
          </w:rPr>
          <w:t>info@transpordiamet.ee</w:t>
        </w:r>
      </w:hyperlink>
      <w:r w:rsidR="00C168FE">
        <w:t xml:space="preserve"> </w:t>
      </w:r>
    </w:p>
    <w:p w:rsidR="00674970" w:rsidP="00E90432" w:rsidRDefault="00674970" w14:paraId="77E170FA" w14:textId="77777777">
      <w:pPr>
        <w:spacing w:line="240" w:lineRule="auto"/>
        <w:rPr>
          <w:color w:val="000000"/>
          <w:shd w:val="clear" w:color="auto" w:fill="FFFFFF"/>
        </w:rPr>
      </w:pPr>
    </w:p>
    <w:p w:rsidR="003B098C" w:rsidP="00E90432" w:rsidRDefault="003B098C" w14:paraId="34B6EDA2" w14:textId="77777777">
      <w:pPr>
        <w:spacing w:line="240" w:lineRule="auto"/>
        <w:rPr>
          <w:color w:val="000000"/>
          <w:shd w:val="clear" w:color="auto" w:fill="FFFFFF"/>
        </w:rPr>
      </w:pPr>
    </w:p>
    <w:p w:rsidRPr="006133C2" w:rsidR="001704FA" w:rsidP="00E90432" w:rsidRDefault="001704FA" w14:paraId="776EB023" w14:textId="77777777">
      <w:pPr>
        <w:spacing w:line="240" w:lineRule="auto"/>
        <w:ind w:right="-285"/>
        <w:rPr>
          <w:b/>
        </w:rPr>
      </w:pPr>
      <w:r w:rsidRPr="006133C2">
        <w:rPr>
          <w:b/>
        </w:rPr>
        <w:t>Vaidlustuse teade</w:t>
      </w:r>
    </w:p>
    <w:p w:rsidRPr="006133C2" w:rsidR="001704FA" w:rsidP="00E90432" w:rsidRDefault="001704FA" w14:paraId="6C681DFB" w14:textId="77777777">
      <w:pPr>
        <w:spacing w:line="240" w:lineRule="auto"/>
        <w:ind w:right="-285"/>
        <w:rPr>
          <w:color w:val="000000" w:themeColor="text1"/>
        </w:rPr>
      </w:pPr>
    </w:p>
    <w:p w:rsidR="001704FA" w:rsidP="00C91DB3" w:rsidRDefault="001704FA" w14:paraId="1C73470B" w14:textId="4C07E7FE">
      <w:pPr>
        <w:spacing w:line="240" w:lineRule="auto"/>
      </w:pPr>
      <w:r w:rsidRPr="006133C2">
        <w:rPr>
          <w:color w:val="000000" w:themeColor="text1"/>
        </w:rPr>
        <w:t>Teatame, et</w:t>
      </w:r>
      <w:r w:rsidR="00390254">
        <w:rPr>
          <w:color w:val="000000" w:themeColor="text1"/>
        </w:rPr>
        <w:t xml:space="preserve"> </w:t>
      </w:r>
      <w:r w:rsidRPr="002B614B" w:rsidR="002B614B">
        <w:rPr>
          <w:b/>
          <w:bCs/>
          <w:color w:val="000000" w:themeColor="text1"/>
        </w:rPr>
        <w:t>Tänavapuhastuse Aktsiaselts</w:t>
      </w:r>
      <w:r w:rsidR="002B614B">
        <w:rPr>
          <w:b/>
          <w:bCs/>
          <w:color w:val="000000" w:themeColor="text1"/>
        </w:rPr>
        <w:t xml:space="preserve"> </w:t>
      </w:r>
      <w:r w:rsidRPr="006133C2">
        <w:rPr>
          <w:color w:val="000000" w:themeColor="text1"/>
        </w:rPr>
        <w:t xml:space="preserve">on </w:t>
      </w:r>
      <w:r w:rsidR="001B2693">
        <w:rPr>
          <w:color w:val="000000" w:themeColor="text1"/>
        </w:rPr>
        <w:t>2</w:t>
      </w:r>
      <w:r w:rsidR="00536FFF">
        <w:rPr>
          <w:color w:val="000000" w:themeColor="text1"/>
        </w:rPr>
        <w:t>5</w:t>
      </w:r>
      <w:r w:rsidR="000F29B0">
        <w:rPr>
          <w:color w:val="000000" w:themeColor="text1"/>
        </w:rPr>
        <w:t>.</w:t>
      </w:r>
      <w:r w:rsidR="00763952">
        <w:rPr>
          <w:color w:val="000000" w:themeColor="text1"/>
        </w:rPr>
        <w:t>0</w:t>
      </w:r>
      <w:r w:rsidR="00536FFF">
        <w:rPr>
          <w:color w:val="000000" w:themeColor="text1"/>
        </w:rPr>
        <w:t>2</w:t>
      </w:r>
      <w:r w:rsidR="000F29B0">
        <w:rPr>
          <w:color w:val="000000" w:themeColor="text1"/>
        </w:rPr>
        <w:t>.202</w:t>
      </w:r>
      <w:r w:rsidR="007C6085">
        <w:rPr>
          <w:color w:val="000000" w:themeColor="text1"/>
        </w:rPr>
        <w:t>6</w:t>
      </w:r>
      <w:r w:rsidR="000F29B0">
        <w:rPr>
          <w:color w:val="000000" w:themeColor="text1"/>
        </w:rPr>
        <w:t xml:space="preserve"> </w:t>
      </w:r>
      <w:r w:rsidR="00E14FA4">
        <w:rPr>
          <w:color w:val="000000" w:themeColor="text1"/>
        </w:rPr>
        <w:t>esitanud vaidlustus</w:t>
      </w:r>
      <w:r w:rsidR="0064636C">
        <w:rPr>
          <w:color w:val="000000" w:themeColor="text1"/>
        </w:rPr>
        <w:t>e</w:t>
      </w:r>
      <w:r w:rsidR="003A7A2E">
        <w:rPr>
          <w:color w:val="000000" w:themeColor="text1"/>
        </w:rPr>
        <w:t xml:space="preserve"> </w:t>
      </w:r>
      <w:r w:rsidRPr="001B541D" w:rsidR="001B541D">
        <w:rPr>
          <w:rStyle w:val="Hperlink"/>
          <w:color w:val="auto"/>
          <w:u w:val="none"/>
        </w:rPr>
        <w:t>Transpordiamet</w:t>
      </w:r>
      <w:r w:rsidR="001B541D">
        <w:rPr>
          <w:rStyle w:val="Hperlink"/>
          <w:color w:val="auto"/>
          <w:u w:val="none"/>
        </w:rPr>
        <w:t>i</w:t>
      </w:r>
      <w:r w:rsidRPr="001B541D" w:rsidR="001B541D">
        <w:rPr>
          <w:rStyle w:val="Hperlink"/>
          <w:color w:val="auto"/>
          <w:u w:val="none"/>
        </w:rPr>
        <w:t xml:space="preserve"> </w:t>
      </w:r>
      <w:r w:rsidR="001C7368">
        <w:rPr>
          <w:color w:val="000000" w:themeColor="text1"/>
        </w:rPr>
        <w:t>riigihankes</w:t>
      </w:r>
      <w:r w:rsidR="00C56513">
        <w:rPr>
          <w:color w:val="000000" w:themeColor="text1"/>
        </w:rPr>
        <w:t xml:space="preserve"> </w:t>
      </w:r>
      <w:r w:rsidRPr="006133C2">
        <w:rPr>
          <w:color w:val="000000" w:themeColor="text1"/>
        </w:rPr>
        <w:t>„</w:t>
      </w:r>
      <w:r w:rsidRPr="004C0BA8" w:rsidR="004C0BA8">
        <w:t>Ida-Harju hooldepiirkonna riigiteede korrashoid aastatel 2026-2031</w:t>
      </w:r>
      <w:r w:rsidR="00942E15">
        <w:t>“</w:t>
      </w:r>
      <w:r w:rsidRPr="00942E15" w:rsidR="00942E15">
        <w:t xml:space="preserve"> </w:t>
      </w:r>
      <w:r w:rsidR="00E14FA4">
        <w:t xml:space="preserve">(viitenumber </w:t>
      </w:r>
      <w:r w:rsidR="004C0BA8">
        <w:t>299</w:t>
      </w:r>
      <w:r w:rsidR="00542307">
        <w:t>816</w:t>
      </w:r>
      <w:r w:rsidRPr="006133C2">
        <w:t xml:space="preserve">) </w:t>
      </w:r>
      <w:r w:rsidR="00B95AA8">
        <w:rPr>
          <w:color w:val="000000" w:themeColor="text1"/>
        </w:rPr>
        <w:t>riigihanke alusdokumentide</w:t>
      </w:r>
      <w:r w:rsidR="00E853BC">
        <w:t>le</w:t>
      </w:r>
      <w:r w:rsidR="00D31CDF">
        <w:t xml:space="preserve"> </w:t>
      </w:r>
      <w:r w:rsidRPr="006133C2">
        <w:t>(vaidlustus</w:t>
      </w:r>
      <w:r w:rsidR="00815DAA">
        <w:t xml:space="preserve"> </w:t>
      </w:r>
      <w:r w:rsidRPr="006133C2">
        <w:t>lisatud).</w:t>
      </w:r>
      <w:r w:rsidR="00637F4E">
        <w:t xml:space="preserve"> </w:t>
      </w:r>
    </w:p>
    <w:p w:rsidRPr="00147760" w:rsidR="00981756" w:rsidP="00C56513" w:rsidRDefault="00981756" w14:paraId="0E435A28" w14:textId="77777777">
      <w:pPr>
        <w:pStyle w:val="Vahedeta"/>
        <w:rPr>
          <w:color w:val="000000" w:themeColor="text1"/>
        </w:rPr>
      </w:pPr>
    </w:p>
    <w:p w:rsidRPr="00441511" w:rsidR="00C56513" w:rsidP="00C56513" w:rsidRDefault="00C56513" w14:paraId="32E8BD6B" w14:textId="6C923BDF">
      <w:pPr>
        <w:pStyle w:val="Vahedeta"/>
        <w:rPr>
          <w:rFonts w:cs="Times New Roman"/>
          <w:color w:val="000000" w:themeColor="text1"/>
          <w:u w:val="single"/>
        </w:rPr>
      </w:pPr>
      <w:r w:rsidRPr="006133C2">
        <w:rPr>
          <w:rFonts w:cs="Times New Roman"/>
          <w:color w:val="000000"/>
          <w:szCs w:val="24"/>
        </w:rPr>
        <w:t xml:space="preserve">RHS </w:t>
      </w:r>
      <w:r w:rsidRPr="006133C2">
        <w:rPr>
          <w:rFonts w:cs="Times New Roman"/>
          <w:noProof/>
          <w:color w:val="000000"/>
          <w:szCs w:val="24"/>
        </w:rPr>
        <w:t>§ 194 l</w:t>
      </w:r>
      <w:r>
        <w:rPr>
          <w:rFonts w:cs="Times New Roman"/>
          <w:noProof/>
          <w:color w:val="000000"/>
          <w:szCs w:val="24"/>
        </w:rPr>
        <w:t>õi</w:t>
      </w:r>
      <w:r w:rsidR="007178F6">
        <w:rPr>
          <w:rFonts w:cs="Times New Roman"/>
          <w:noProof/>
          <w:color w:val="000000"/>
          <w:szCs w:val="24"/>
        </w:rPr>
        <w:t>k</w:t>
      </w:r>
      <w:r>
        <w:rPr>
          <w:rFonts w:cs="Times New Roman"/>
          <w:noProof/>
          <w:color w:val="000000"/>
          <w:szCs w:val="24"/>
        </w:rPr>
        <w:t xml:space="preserve">e </w:t>
      </w:r>
      <w:r w:rsidRPr="006133C2">
        <w:rPr>
          <w:rFonts w:cs="Times New Roman"/>
          <w:noProof/>
          <w:color w:val="000000"/>
          <w:szCs w:val="24"/>
        </w:rPr>
        <w:t xml:space="preserve">5 alusel palume </w:t>
      </w:r>
      <w:r w:rsidRPr="001B541D" w:rsidR="001B541D">
        <w:rPr>
          <w:rStyle w:val="Hperlink"/>
          <w:color w:val="auto"/>
          <w:u w:val="none"/>
        </w:rPr>
        <w:t>Transpordiamet</w:t>
      </w:r>
      <w:r w:rsidR="001B541D">
        <w:rPr>
          <w:rStyle w:val="Hperlink"/>
          <w:color w:val="auto"/>
          <w:u w:val="none"/>
        </w:rPr>
        <w:t>il</w:t>
      </w:r>
      <w:r w:rsidRPr="001B541D" w:rsidR="001B541D">
        <w:rPr>
          <w:rStyle w:val="Hperlink"/>
          <w:color w:val="auto"/>
          <w:u w:val="none"/>
        </w:rPr>
        <w:t xml:space="preserve"> </w:t>
      </w:r>
      <w:r w:rsidRPr="006133C2">
        <w:rPr>
          <w:rFonts w:cs="Times New Roman"/>
          <w:b/>
          <w:bCs/>
          <w:noProof/>
          <w:color w:val="000000"/>
          <w:szCs w:val="24"/>
        </w:rPr>
        <w:t>kolme tööpäeva</w:t>
      </w:r>
      <w:r w:rsidRPr="006133C2">
        <w:rPr>
          <w:rFonts w:cs="Times New Roman"/>
          <w:noProof/>
          <w:color w:val="000000"/>
          <w:szCs w:val="24"/>
        </w:rPr>
        <w:t xml:space="preserve"> jooksul, st </w:t>
      </w:r>
      <w:r w:rsidRPr="00595555">
        <w:rPr>
          <w:rFonts w:cs="Times New Roman"/>
          <w:noProof/>
          <w:color w:val="000000"/>
          <w:szCs w:val="24"/>
          <w:u w:val="single"/>
        </w:rPr>
        <w:t xml:space="preserve">hiljemalt </w:t>
      </w:r>
      <w:r w:rsidR="00522FAB">
        <w:rPr>
          <w:rFonts w:cs="Times New Roman"/>
          <w:b/>
          <w:bCs/>
          <w:noProof/>
          <w:color w:val="000000"/>
          <w:szCs w:val="24"/>
          <w:u w:val="single"/>
        </w:rPr>
        <w:t>03</w:t>
      </w:r>
      <w:r w:rsidRPr="00595555">
        <w:rPr>
          <w:rFonts w:cs="Times New Roman"/>
          <w:b/>
          <w:bCs/>
          <w:noProof/>
          <w:color w:val="000000"/>
          <w:szCs w:val="24"/>
          <w:u w:val="single"/>
        </w:rPr>
        <w:t>.</w:t>
      </w:r>
      <w:r w:rsidR="00927AC5">
        <w:rPr>
          <w:rFonts w:cs="Times New Roman"/>
          <w:b/>
          <w:bCs/>
          <w:noProof/>
          <w:color w:val="000000"/>
          <w:szCs w:val="24"/>
          <w:u w:val="single"/>
        </w:rPr>
        <w:t>0</w:t>
      </w:r>
      <w:r w:rsidR="001B541D">
        <w:rPr>
          <w:rFonts w:cs="Times New Roman"/>
          <w:b/>
          <w:bCs/>
          <w:noProof/>
          <w:color w:val="000000"/>
          <w:szCs w:val="24"/>
          <w:u w:val="single"/>
        </w:rPr>
        <w:t>3</w:t>
      </w:r>
      <w:r w:rsidRPr="00595555">
        <w:rPr>
          <w:rFonts w:cs="Times New Roman"/>
          <w:b/>
          <w:noProof/>
          <w:color w:val="000000"/>
          <w:szCs w:val="24"/>
          <w:u w:val="single"/>
        </w:rPr>
        <w:t>.202</w:t>
      </w:r>
      <w:r w:rsidR="00927AC5">
        <w:rPr>
          <w:rFonts w:cs="Times New Roman"/>
          <w:b/>
          <w:noProof/>
          <w:color w:val="000000"/>
          <w:szCs w:val="24"/>
          <w:u w:val="single"/>
        </w:rPr>
        <w:t>6</w:t>
      </w:r>
      <w:r w:rsidRPr="006133C2">
        <w:rPr>
          <w:rFonts w:cs="Times New Roman"/>
          <w:noProof/>
          <w:color w:val="000000"/>
          <w:szCs w:val="24"/>
        </w:rPr>
        <w:t xml:space="preserve">, esitada vaidlustuskomisjonile kirjalik vastus vaidlustuse kohta ning vaidlustuse lahendamiseks vajalikud dokumendid, mis pole kättesaadavad riigihangete registrist. </w:t>
      </w:r>
      <w:r w:rsidRPr="00147760">
        <w:rPr>
          <w:color w:val="000000" w:themeColor="text1"/>
        </w:rPr>
        <w:t xml:space="preserve">Samuti palume selgelt eristada </w:t>
      </w:r>
      <w:r w:rsidRPr="00B35F1B">
        <w:t>menetlusosaliste ärisaladust sisaldavaid andmeid ja dokumente (</w:t>
      </w:r>
      <w:r w:rsidR="00595555">
        <w:t xml:space="preserve">nende </w:t>
      </w:r>
      <w:r w:rsidRPr="00B35F1B">
        <w:t>olemasolul).</w:t>
      </w:r>
    </w:p>
    <w:p w:rsidRPr="00B35F1B" w:rsidR="00C56513" w:rsidP="00C56513" w:rsidRDefault="00C56513" w14:paraId="25B7747C" w14:textId="77777777">
      <w:pPr>
        <w:pStyle w:val="Vahedeta"/>
      </w:pPr>
    </w:p>
    <w:p w:rsidRPr="00B35F1B" w:rsidR="00C56513" w:rsidP="00C56513" w:rsidRDefault="00C56513" w14:paraId="09FC7EE2" w14:textId="77777777">
      <w:pPr>
        <w:pStyle w:val="Vahedeta"/>
      </w:pPr>
      <w:r>
        <w:t>Vastustes p</w:t>
      </w:r>
      <w:r w:rsidRPr="00B35F1B">
        <w:t>alume anda teada, kas taotletakse vaidlustuse läbivaatamist avalikul istungil või kirjalikus menetluses.</w:t>
      </w:r>
    </w:p>
    <w:p w:rsidR="00C56513" w:rsidP="00C56513" w:rsidRDefault="00C56513" w14:paraId="369C62AB" w14:textId="77777777">
      <w:pPr>
        <w:pStyle w:val="Vahedeta"/>
      </w:pPr>
    </w:p>
    <w:p w:rsidRPr="00B35F1B" w:rsidR="009F773F" w:rsidP="000D74F0" w:rsidRDefault="000D74F0" w14:paraId="7EC923C6" w14:textId="7E88FB73">
      <w:pPr>
        <w:widowControl w:val="1"/>
        <w:suppressAutoHyphens w:val="0"/>
        <w:spacing w:line="240" w:lineRule="auto"/>
      </w:pPr>
      <w:r w:rsidR="6A40C329">
        <w:rPr/>
        <w:t xml:space="preserve">Transpordiametil </w:t>
      </w:r>
      <w:r w:rsidR="000D74F0">
        <w:rPr/>
        <w:t xml:space="preserve">palume ühe tööpäeva jooksul, st hiljemalt </w:t>
      </w:r>
      <w:r w:rsidRPr="4BAD3067" w:rsidR="004C0BA8">
        <w:rPr>
          <w:b w:val="1"/>
          <w:bCs w:val="1"/>
        </w:rPr>
        <w:t>27</w:t>
      </w:r>
      <w:r w:rsidRPr="4BAD3067" w:rsidR="000D74F0">
        <w:rPr>
          <w:b w:val="1"/>
          <w:bCs w:val="1"/>
        </w:rPr>
        <w:t>.</w:t>
      </w:r>
      <w:r w:rsidRPr="4BAD3067" w:rsidR="00522FAB">
        <w:rPr>
          <w:b w:val="1"/>
          <w:bCs w:val="1"/>
        </w:rPr>
        <w:t>0</w:t>
      </w:r>
      <w:r w:rsidRPr="4BAD3067" w:rsidR="004C0BA8">
        <w:rPr>
          <w:b w:val="1"/>
          <w:bCs w:val="1"/>
        </w:rPr>
        <w:t>2</w:t>
      </w:r>
      <w:r w:rsidRPr="4BAD3067" w:rsidR="000D74F0">
        <w:rPr>
          <w:b w:val="1"/>
          <w:bCs w:val="1"/>
        </w:rPr>
        <w:t>.202</w:t>
      </w:r>
      <w:r w:rsidRPr="4BAD3067" w:rsidR="00522FAB">
        <w:rPr>
          <w:b w:val="1"/>
          <w:bCs w:val="1"/>
        </w:rPr>
        <w:t>6</w:t>
      </w:r>
      <w:r w:rsidR="000D74F0">
        <w:rPr/>
        <w:t xml:space="preserve"> esitada oma seisukoht hankemenetluse peatamise taotluse kohta või teatada pakkumuste esitamise tähtpäeva edasilükkamisest. Tähtpäeva edasilükkamisel palume arvestada vaidlustusmenetluse kestvuse</w:t>
      </w:r>
      <w:r w:rsidR="000D74F0">
        <w:rPr/>
        <w:t xml:space="preserve"> </w:t>
      </w:r>
      <w:r w:rsidR="000D74F0">
        <w:rPr/>
        <w:t xml:space="preserve">ja kaebeõiguse realiseerimiks vajaliku ajaga. </w:t>
      </w:r>
    </w:p>
    <w:p w:rsidR="00D50919" w:rsidP="00E90432" w:rsidRDefault="00D50919" w14:paraId="03BE9D5E" w14:textId="77777777">
      <w:pPr>
        <w:pStyle w:val="Vahedeta"/>
        <w:rPr>
          <w:rFonts w:cs="Times New Roman"/>
          <w:noProof/>
          <w:color w:val="000000"/>
          <w:szCs w:val="24"/>
        </w:rPr>
      </w:pPr>
    </w:p>
    <w:p w:rsidRPr="001B68F0" w:rsidR="000F29B0" w:rsidP="00E90432" w:rsidRDefault="000F29B0" w14:paraId="42A7C9C8" w14:textId="77777777">
      <w:pPr>
        <w:pStyle w:val="Vahedeta"/>
        <w:rPr>
          <w:rFonts w:cs="Times New Roman"/>
          <w:noProof/>
          <w:color w:val="000000"/>
          <w:szCs w:val="24"/>
        </w:rPr>
      </w:pPr>
    </w:p>
    <w:p w:rsidRPr="006133C2" w:rsidR="001704FA" w:rsidP="00E90432" w:rsidRDefault="001704FA" w14:paraId="03043D68" w14:textId="3CF64ACC">
      <w:pPr>
        <w:spacing w:line="240" w:lineRule="auto"/>
      </w:pPr>
      <w:r w:rsidRPr="006133C2">
        <w:rPr>
          <w:noProof/>
        </w:rPr>
        <w:t>L</w:t>
      </w:r>
      <w:proofErr w:type="spellStart"/>
      <w:r w:rsidRPr="006133C2" w:rsidR="00F15734">
        <w:t>ugupidamisega</w:t>
      </w:r>
      <w:proofErr w:type="spellEnd"/>
    </w:p>
    <w:p w:rsidR="00F15734" w:rsidP="00E90432" w:rsidRDefault="00F15734" w14:paraId="0912DD45" w14:textId="77777777">
      <w:pPr>
        <w:spacing w:line="240" w:lineRule="auto"/>
      </w:pPr>
    </w:p>
    <w:p w:rsidRPr="006133C2" w:rsidR="001704FA" w:rsidP="00E90432" w:rsidRDefault="001704FA" w14:paraId="54B460CC" w14:textId="607524D5">
      <w:pPr>
        <w:spacing w:line="240" w:lineRule="auto"/>
      </w:pPr>
      <w:r w:rsidRPr="006133C2">
        <w:t>(allkirjastatud digitaalselt)</w:t>
      </w:r>
    </w:p>
    <w:p w:rsidRPr="006133C2" w:rsidR="001704FA" w:rsidP="00E90432" w:rsidRDefault="00AA1EFB" w14:paraId="26F25DC9" w14:textId="65AB9FE8">
      <w:pPr>
        <w:spacing w:line="240" w:lineRule="auto"/>
      </w:pPr>
      <w:r>
        <w:t>Ulvi Reimets</w:t>
      </w:r>
    </w:p>
    <w:p w:rsidRPr="006133C2" w:rsidR="001704FA" w:rsidP="00E90432" w:rsidRDefault="001704FA" w14:paraId="3B04B32C" w14:textId="77777777">
      <w:pPr>
        <w:spacing w:line="240" w:lineRule="auto"/>
      </w:pPr>
      <w:r w:rsidRPr="006133C2">
        <w:t>Riigihangete vaidlustuskomisjoni liige</w:t>
      </w:r>
    </w:p>
    <w:p w:rsidR="004B2FDF" w:rsidP="001704FA" w:rsidRDefault="004B2FDF" w14:paraId="598E6207" w14:textId="77777777">
      <w:pPr>
        <w:spacing w:line="240" w:lineRule="auto"/>
      </w:pPr>
    </w:p>
    <w:p w:rsidR="00E06666" w:rsidP="001704FA" w:rsidRDefault="00E06666" w14:paraId="0EEFDC7F" w14:textId="77777777">
      <w:pPr>
        <w:spacing w:line="240" w:lineRule="auto"/>
      </w:pPr>
    </w:p>
    <w:p w:rsidRPr="006133C2" w:rsidR="00E853BC" w:rsidP="001704FA" w:rsidRDefault="00E853BC" w14:paraId="0CFA8E06" w14:textId="77777777">
      <w:pPr>
        <w:spacing w:line="240" w:lineRule="auto"/>
      </w:pPr>
    </w:p>
    <w:p w:rsidR="003D4577" w:rsidP="001704FA" w:rsidRDefault="001704FA" w14:paraId="722CBA88" w14:textId="507B6CA5">
      <w:pPr>
        <w:spacing w:line="240" w:lineRule="auto"/>
      </w:pPr>
      <w:r w:rsidRPr="006133C2">
        <w:t xml:space="preserve">Lisa: vaidlustus </w:t>
      </w:r>
      <w:r w:rsidR="00815DAA">
        <w:t>lisade</w:t>
      </w:r>
      <w:r w:rsidR="00980798">
        <w:t>g</w:t>
      </w:r>
      <w:r w:rsidR="00815DAA">
        <w:t>a</w:t>
      </w:r>
    </w:p>
    <w:p w:rsidRPr="00EB3898" w:rsidR="000563D1" w:rsidP="001704FA" w:rsidRDefault="000563D1" w14:paraId="3652D5A2" w14:textId="77777777">
      <w:pPr>
        <w:spacing w:line="240" w:lineRule="auto"/>
      </w:pPr>
    </w:p>
    <w:p w:rsidR="00AA1EFB" w:rsidP="00AA1EFB" w:rsidRDefault="001704FA" w14:paraId="5D2D57AD" w14:textId="54D14DDE">
      <w:pPr>
        <w:spacing w:line="240" w:lineRule="auto"/>
        <w:jc w:val="left"/>
      </w:pPr>
      <w:r w:rsidRPr="00EB3898">
        <w:t>Teadmiseks:</w:t>
      </w:r>
      <w:r w:rsidR="000067E2">
        <w:t xml:space="preserve"> </w:t>
      </w:r>
      <w:r w:rsidRPr="00EB3898">
        <w:t>vaidlustaja esinda</w:t>
      </w:r>
      <w:r w:rsidR="000563D1">
        <w:t>ja</w:t>
      </w:r>
      <w:r w:rsidRPr="00EB3898">
        <w:t xml:space="preserve">, </w:t>
      </w:r>
      <w:r w:rsidRPr="00166C75" w:rsidR="00166C75">
        <w:t>Toomas Laurits</w:t>
      </w:r>
    </w:p>
    <w:p w:rsidR="00847E3E" w:rsidP="002B5D7F" w:rsidRDefault="00AA1EFB" w14:paraId="72943770" w14:textId="3B243F0B">
      <w:pPr>
        <w:spacing w:line="240" w:lineRule="auto"/>
        <w:jc w:val="left"/>
      </w:pPr>
      <w:r>
        <w:t>e-post</w:t>
      </w:r>
      <w:r w:rsidR="000563D1">
        <w:t>:</w:t>
      </w:r>
      <w:r w:rsidRPr="00927AC5" w:rsidR="00927AC5">
        <w:t xml:space="preserve"> </w:t>
      </w:r>
      <w:hyperlink w:history="1" r:id="rId14">
        <w:r w:rsidRPr="00675148" w:rsidR="008577ED">
          <w:rPr>
            <w:rStyle w:val="Hperlink"/>
          </w:rPr>
          <w:t>toomas.laurits@tap.ee</w:t>
        </w:r>
      </w:hyperlink>
      <w:r w:rsidR="008577ED">
        <w:t xml:space="preserve"> </w:t>
      </w:r>
    </w:p>
    <w:p w:rsidR="00E61D58" w:rsidP="002B5D7F" w:rsidRDefault="00E61D58" w14:paraId="169F5A9B" w14:textId="77777777">
      <w:pPr>
        <w:spacing w:line="240" w:lineRule="auto"/>
        <w:jc w:val="left"/>
      </w:pPr>
    </w:p>
    <w:p w:rsidR="00E61D58" w:rsidP="002B5D7F" w:rsidRDefault="00E61D58" w14:paraId="5BECE891" w14:textId="77777777">
      <w:pPr>
        <w:spacing w:line="240" w:lineRule="auto"/>
        <w:jc w:val="left"/>
      </w:pPr>
    </w:p>
    <w:p w:rsidR="00E61D58" w:rsidP="002B5D7F" w:rsidRDefault="00E61D58" w14:paraId="494253F7" w14:textId="77777777">
      <w:pPr>
        <w:spacing w:line="240" w:lineRule="auto"/>
        <w:jc w:val="left"/>
      </w:pPr>
    </w:p>
    <w:p w:rsidRPr="003D4577" w:rsidR="00D34D94" w:rsidP="003D4577" w:rsidRDefault="00D34D94" w14:paraId="4015B63A" w14:textId="22F4868F">
      <w:pPr>
        <w:pStyle w:val="Vahedeta"/>
        <w:rPr>
          <w:rFonts w:cs="Times New Roman"/>
          <w:szCs w:val="24"/>
          <w:u w:val="single"/>
        </w:rPr>
      </w:pPr>
      <w:r>
        <w:rPr>
          <w:rFonts w:cs="Times New Roman"/>
          <w:szCs w:val="24"/>
        </w:rPr>
        <w:t xml:space="preserve">Mari-Ann Sinimaa, 611 3713, </w:t>
      </w:r>
      <w:hyperlink w:history="1" r:id="rId15">
        <w:r w:rsidRPr="002D7ED8">
          <w:rPr>
            <w:rStyle w:val="Hperlink"/>
            <w:szCs w:val="24"/>
          </w:rPr>
          <w:t>mari-ann.sinimaa@fin.ee</w:t>
        </w:r>
      </w:hyperlink>
    </w:p>
    <w:sectPr w:rsidRPr="003D4577" w:rsidR="00D34D94" w:rsidSect="00994D2F">
      <w:footerReference w:type="default" r:id="rId16"/>
      <w:footerReference w:type="first" r:id="rId17"/>
      <w:pgSz w:w="11906" w:h="16838" w:orient="portrait" w:code="9"/>
      <w:pgMar w:top="907" w:right="1021" w:bottom="1418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0821" w:rsidP="00DF44DF" w:rsidRDefault="001D0821" w14:paraId="6F61AE04" w14:textId="77777777">
      <w:r>
        <w:separator/>
      </w:r>
    </w:p>
  </w:endnote>
  <w:endnote w:type="continuationSeparator" w:id="0">
    <w:p w:rsidR="001D0821" w:rsidP="00DF44DF" w:rsidRDefault="001D0821" w14:paraId="5268063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FC267C" w:rsidP="00E61D58" w:rsidRDefault="00FC267C" w14:paraId="7736C04A" w14:textId="77777777">
    <w:pPr>
      <w:pStyle w:val="Jalus1"/>
    </w:pPr>
    <w:r>
      <w:t>Endla 13</w:t>
    </w:r>
    <w:r w:rsidRPr="000A17B5">
      <w:t xml:space="preserve"> / </w:t>
    </w:r>
    <w:r>
      <w:t>10122</w:t>
    </w:r>
    <w:r w:rsidRPr="000A17B5">
      <w:t xml:space="preserve"> Tallinn</w:t>
    </w:r>
    <w:r>
      <w:t xml:space="preserve"> (postiaadress)</w:t>
    </w:r>
    <w:r w:rsidRPr="000A17B5">
      <w:t xml:space="preserve"> / </w:t>
    </w:r>
    <w:r>
      <w:t>Lõkke 5 (asukoha aadress) / 611 3711</w:t>
    </w:r>
    <w:r w:rsidRPr="000A17B5">
      <w:t xml:space="preserve"> / </w:t>
    </w:r>
    <w:r>
      <w:t>vako</w:t>
    </w:r>
    <w:r w:rsidRPr="000A17B5">
      <w:t>@</w:t>
    </w:r>
    <w:r>
      <w:t xml:space="preserve">fin.ee </w:t>
    </w:r>
  </w:p>
  <w:p w:rsidR="00FC267C" w:rsidRDefault="00FC267C" w14:paraId="0A7BBC0A" w14:textId="7777777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A17B5" w:rsidR="00FC267C" w:rsidP="00E61D58" w:rsidRDefault="004B2FDF" w14:paraId="6500185B" w14:textId="0EF5CA16">
    <w:pPr>
      <w:pStyle w:val="Jalus1"/>
    </w:pPr>
    <w:r>
      <w:t>Tartu mnt</w:t>
    </w:r>
    <w:r w:rsidR="00FC267C">
      <w:t xml:space="preserve"> </w:t>
    </w:r>
    <w:r>
      <w:t>85</w:t>
    </w:r>
    <w:r w:rsidRPr="000A17B5" w:rsidR="00FC267C">
      <w:t xml:space="preserve"> / </w:t>
    </w:r>
    <w:r w:rsidR="00FC267C">
      <w:t>101</w:t>
    </w:r>
    <w:r>
      <w:t>15</w:t>
    </w:r>
    <w:r w:rsidRPr="000A17B5" w:rsidR="00FC267C">
      <w:t xml:space="preserve"> Tallinn</w:t>
    </w:r>
    <w:r w:rsidR="00C55772">
      <w:t xml:space="preserve"> / 611 3713</w:t>
    </w:r>
    <w:r w:rsidRPr="000A17B5" w:rsidR="00FC267C">
      <w:t xml:space="preserve"> / </w:t>
    </w:r>
    <w:r w:rsidR="00FC267C">
      <w:t>vako</w:t>
    </w:r>
    <w:r w:rsidRPr="000A17B5" w:rsidR="00FC267C">
      <w:t>@</w:t>
    </w:r>
    <w:r w:rsidR="00FC267C">
      <w:t xml:space="preserve">fin.ee </w:t>
    </w:r>
  </w:p>
  <w:p w:rsidR="00FC267C" w:rsidP="00E61D58" w:rsidRDefault="00FC267C" w14:paraId="4FB3599D" w14:textId="77777777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0821" w:rsidP="00DF44DF" w:rsidRDefault="001D0821" w14:paraId="0E3EC3D0" w14:textId="77777777">
      <w:r>
        <w:separator/>
      </w:r>
    </w:p>
  </w:footnote>
  <w:footnote w:type="continuationSeparator" w:id="0">
    <w:p w:rsidR="001D0821" w:rsidP="00DF44DF" w:rsidRDefault="001D0821" w14:paraId="7DCCA10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A70AA"/>
    <w:multiLevelType w:val="hybridMultilevel"/>
    <w:tmpl w:val="F7460086"/>
    <w:lvl w:ilvl="0" w:tplc="0425000F">
      <w:start w:val="1"/>
      <w:numFmt w:val="decimal"/>
      <w:lvlText w:val="%1."/>
      <w:lvlJc w:val="left"/>
      <w:pPr>
        <w:ind w:left="1785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abstractNum w:abstractNumId="1" w15:restartNumberingAfterBreak="0">
    <w:nsid w:val="326229B9"/>
    <w:multiLevelType w:val="hybridMultilevel"/>
    <w:tmpl w:val="9462E198"/>
    <w:lvl w:ilvl="0" w:tplc="E118D17E">
      <w:start w:val="5"/>
      <w:numFmt w:val="bullet"/>
      <w:lvlText w:val="-"/>
      <w:lvlJc w:val="left"/>
      <w:pPr>
        <w:ind w:left="1065" w:hanging="360"/>
      </w:pPr>
      <w:rPr>
        <w:rFonts w:hint="default" w:ascii="Times New Roman" w:hAnsi="Times New Roman" w:eastAsia="SimSu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78B2BF3"/>
    <w:multiLevelType w:val="hybridMultilevel"/>
    <w:tmpl w:val="053E7086"/>
    <w:lvl w:ilvl="0" w:tplc="73E6BEDE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eastAsia="SimSu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86E1872"/>
    <w:multiLevelType w:val="hybridMultilevel"/>
    <w:tmpl w:val="E6E6A9B2"/>
    <w:lvl w:ilvl="0" w:tplc="E118D17E">
      <w:start w:val="5"/>
      <w:numFmt w:val="bullet"/>
      <w:lvlText w:val="-"/>
      <w:lvlJc w:val="left"/>
      <w:pPr>
        <w:ind w:left="1065" w:hanging="360"/>
      </w:pPr>
      <w:rPr>
        <w:rFonts w:hint="default" w:ascii="Times New Roman" w:hAnsi="Times New Roman" w:eastAsia="SimSu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19F3E58"/>
    <w:multiLevelType w:val="hybridMultilevel"/>
    <w:tmpl w:val="0C440B60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DE2BC8"/>
    <w:multiLevelType w:val="hybridMultilevel"/>
    <w:tmpl w:val="7DCA5504"/>
    <w:lvl w:ilvl="0" w:tplc="E118D17E">
      <w:start w:val="5"/>
      <w:numFmt w:val="bullet"/>
      <w:lvlText w:val="-"/>
      <w:lvlJc w:val="left"/>
      <w:pPr>
        <w:ind w:left="1065" w:hanging="360"/>
      </w:pPr>
      <w:rPr>
        <w:rFonts w:hint="default" w:ascii="Times New Roman" w:hAnsi="Times New Roman" w:eastAsia="SimSun"/>
      </w:rPr>
    </w:lvl>
    <w:lvl w:ilvl="1" w:tplc="04250003" w:tentative="1">
      <w:start w:val="1"/>
      <w:numFmt w:val="bullet"/>
      <w:lvlText w:val="o"/>
      <w:lvlJc w:val="left"/>
      <w:pPr>
        <w:ind w:left="1785" w:hanging="360"/>
      </w:pPr>
      <w:rPr>
        <w:rFonts w:hint="default" w:ascii="Courier New" w:hAnsi="Courier New"/>
      </w:rPr>
    </w:lvl>
    <w:lvl w:ilvl="2" w:tplc="04250005" w:tentative="1">
      <w:start w:val="1"/>
      <w:numFmt w:val="bullet"/>
      <w:lvlText w:val=""/>
      <w:lvlJc w:val="left"/>
      <w:pPr>
        <w:ind w:left="2505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3225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945" w:hanging="360"/>
      </w:pPr>
      <w:rPr>
        <w:rFonts w:hint="default" w:ascii="Courier New" w:hAnsi="Courier New"/>
      </w:rPr>
    </w:lvl>
    <w:lvl w:ilvl="5" w:tplc="04250005" w:tentative="1">
      <w:start w:val="1"/>
      <w:numFmt w:val="bullet"/>
      <w:lvlText w:val=""/>
      <w:lvlJc w:val="left"/>
      <w:pPr>
        <w:ind w:left="4665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385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6105" w:hanging="360"/>
      </w:pPr>
      <w:rPr>
        <w:rFonts w:hint="default" w:ascii="Courier New" w:hAnsi="Courier New"/>
      </w:rPr>
    </w:lvl>
    <w:lvl w:ilvl="8" w:tplc="04250005" w:tentative="1">
      <w:start w:val="1"/>
      <w:numFmt w:val="bullet"/>
      <w:lvlText w:val=""/>
      <w:lvlJc w:val="left"/>
      <w:pPr>
        <w:ind w:left="6825" w:hanging="360"/>
      </w:pPr>
      <w:rPr>
        <w:rFonts w:hint="default" w:ascii="Wingdings" w:hAnsi="Wingdings"/>
      </w:rPr>
    </w:lvl>
  </w:abstractNum>
  <w:abstractNum w:abstractNumId="6" w15:restartNumberingAfterBreak="0">
    <w:nsid w:val="7B7B733D"/>
    <w:multiLevelType w:val="hybridMultilevel"/>
    <w:tmpl w:val="3A9602CE"/>
    <w:lvl w:ilvl="0" w:tplc="E118D17E">
      <w:start w:val="5"/>
      <w:numFmt w:val="bullet"/>
      <w:lvlText w:val="-"/>
      <w:lvlJc w:val="left"/>
      <w:pPr>
        <w:ind w:left="1065" w:hanging="360"/>
      </w:pPr>
      <w:rPr>
        <w:rFonts w:hint="default" w:ascii="Times New Roman" w:hAnsi="Times New Roman" w:eastAsia="SimSu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27943943">
    <w:abstractNumId w:val="5"/>
  </w:num>
  <w:num w:numId="2" w16cid:durableId="184057833">
    <w:abstractNumId w:val="3"/>
  </w:num>
  <w:num w:numId="3" w16cid:durableId="940718981">
    <w:abstractNumId w:val="0"/>
  </w:num>
  <w:num w:numId="4" w16cid:durableId="1694914092">
    <w:abstractNumId w:val="1"/>
  </w:num>
  <w:num w:numId="5" w16cid:durableId="1661035776">
    <w:abstractNumId w:val="6"/>
  </w:num>
  <w:num w:numId="6" w16cid:durableId="45378297">
    <w:abstractNumId w:val="2"/>
  </w:num>
  <w:num w:numId="7" w16cid:durableId="838737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dirty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5B4A"/>
    <w:rsid w:val="00005FF1"/>
    <w:rsid w:val="000067E2"/>
    <w:rsid w:val="00007124"/>
    <w:rsid w:val="0001045C"/>
    <w:rsid w:val="00010CEE"/>
    <w:rsid w:val="00012534"/>
    <w:rsid w:val="00012F60"/>
    <w:rsid w:val="00014EAA"/>
    <w:rsid w:val="00015184"/>
    <w:rsid w:val="00021D2D"/>
    <w:rsid w:val="00022BAE"/>
    <w:rsid w:val="00023D43"/>
    <w:rsid w:val="0002602D"/>
    <w:rsid w:val="000266AE"/>
    <w:rsid w:val="00026D3F"/>
    <w:rsid w:val="0003279F"/>
    <w:rsid w:val="0003347A"/>
    <w:rsid w:val="00036944"/>
    <w:rsid w:val="00050BA6"/>
    <w:rsid w:val="00051899"/>
    <w:rsid w:val="00051C1E"/>
    <w:rsid w:val="00052929"/>
    <w:rsid w:val="000563D1"/>
    <w:rsid w:val="00056589"/>
    <w:rsid w:val="00056ADF"/>
    <w:rsid w:val="00060947"/>
    <w:rsid w:val="000625BE"/>
    <w:rsid w:val="00067F48"/>
    <w:rsid w:val="000730DB"/>
    <w:rsid w:val="0007713A"/>
    <w:rsid w:val="00080552"/>
    <w:rsid w:val="00083AE5"/>
    <w:rsid w:val="000862E4"/>
    <w:rsid w:val="00087824"/>
    <w:rsid w:val="000913FC"/>
    <w:rsid w:val="00093B32"/>
    <w:rsid w:val="00094ECB"/>
    <w:rsid w:val="0009622C"/>
    <w:rsid w:val="000A1508"/>
    <w:rsid w:val="000A17B5"/>
    <w:rsid w:val="000A23F9"/>
    <w:rsid w:val="000B2E39"/>
    <w:rsid w:val="000B5D21"/>
    <w:rsid w:val="000C2973"/>
    <w:rsid w:val="000D06BF"/>
    <w:rsid w:val="000D33A2"/>
    <w:rsid w:val="000D61AF"/>
    <w:rsid w:val="000D623E"/>
    <w:rsid w:val="000D74F0"/>
    <w:rsid w:val="000D7C87"/>
    <w:rsid w:val="000E3FE9"/>
    <w:rsid w:val="000E7466"/>
    <w:rsid w:val="000F2627"/>
    <w:rsid w:val="000F29B0"/>
    <w:rsid w:val="000F4D19"/>
    <w:rsid w:val="00104752"/>
    <w:rsid w:val="0011370B"/>
    <w:rsid w:val="00122E0C"/>
    <w:rsid w:val="00124999"/>
    <w:rsid w:val="001279C6"/>
    <w:rsid w:val="0014142F"/>
    <w:rsid w:val="00144090"/>
    <w:rsid w:val="001444CB"/>
    <w:rsid w:val="00146615"/>
    <w:rsid w:val="001523BD"/>
    <w:rsid w:val="00155B55"/>
    <w:rsid w:val="001609FC"/>
    <w:rsid w:val="001659F7"/>
    <w:rsid w:val="00166C75"/>
    <w:rsid w:val="00167583"/>
    <w:rsid w:val="00167646"/>
    <w:rsid w:val="001704FA"/>
    <w:rsid w:val="0017294E"/>
    <w:rsid w:val="00172B55"/>
    <w:rsid w:val="001750AC"/>
    <w:rsid w:val="00177948"/>
    <w:rsid w:val="001819ED"/>
    <w:rsid w:val="00181AE0"/>
    <w:rsid w:val="00182414"/>
    <w:rsid w:val="001859D6"/>
    <w:rsid w:val="00185A99"/>
    <w:rsid w:val="0018612D"/>
    <w:rsid w:val="00192F1D"/>
    <w:rsid w:val="001950AA"/>
    <w:rsid w:val="001A1FD7"/>
    <w:rsid w:val="001A69DC"/>
    <w:rsid w:val="001A7D04"/>
    <w:rsid w:val="001B2687"/>
    <w:rsid w:val="001B2693"/>
    <w:rsid w:val="001B541D"/>
    <w:rsid w:val="001B68F0"/>
    <w:rsid w:val="001B70A7"/>
    <w:rsid w:val="001B781A"/>
    <w:rsid w:val="001B7BA2"/>
    <w:rsid w:val="001C3153"/>
    <w:rsid w:val="001C7368"/>
    <w:rsid w:val="001D0821"/>
    <w:rsid w:val="001D4CFB"/>
    <w:rsid w:val="001D594E"/>
    <w:rsid w:val="001D6404"/>
    <w:rsid w:val="001D7842"/>
    <w:rsid w:val="001E050A"/>
    <w:rsid w:val="001E22FE"/>
    <w:rsid w:val="001E445A"/>
    <w:rsid w:val="001F1F2E"/>
    <w:rsid w:val="001F325E"/>
    <w:rsid w:val="001F6073"/>
    <w:rsid w:val="002008A2"/>
    <w:rsid w:val="002008E3"/>
    <w:rsid w:val="00202CF1"/>
    <w:rsid w:val="0020442A"/>
    <w:rsid w:val="00207687"/>
    <w:rsid w:val="002167C8"/>
    <w:rsid w:val="00217EFE"/>
    <w:rsid w:val="00217FD4"/>
    <w:rsid w:val="00221C41"/>
    <w:rsid w:val="0022433D"/>
    <w:rsid w:val="0022560F"/>
    <w:rsid w:val="00227A77"/>
    <w:rsid w:val="00231357"/>
    <w:rsid w:val="00232469"/>
    <w:rsid w:val="002338F7"/>
    <w:rsid w:val="0024070F"/>
    <w:rsid w:val="002450CA"/>
    <w:rsid w:val="0025049B"/>
    <w:rsid w:val="00250CAE"/>
    <w:rsid w:val="00253FC1"/>
    <w:rsid w:val="002567C5"/>
    <w:rsid w:val="00256C98"/>
    <w:rsid w:val="00260BDA"/>
    <w:rsid w:val="00271CD6"/>
    <w:rsid w:val="0027448A"/>
    <w:rsid w:val="00275894"/>
    <w:rsid w:val="00280405"/>
    <w:rsid w:val="0028066C"/>
    <w:rsid w:val="00281409"/>
    <w:rsid w:val="002835BB"/>
    <w:rsid w:val="002847B9"/>
    <w:rsid w:val="002908DC"/>
    <w:rsid w:val="00292F8E"/>
    <w:rsid w:val="00293449"/>
    <w:rsid w:val="00294025"/>
    <w:rsid w:val="002A01CB"/>
    <w:rsid w:val="002A16D1"/>
    <w:rsid w:val="002A1B55"/>
    <w:rsid w:val="002B4EB5"/>
    <w:rsid w:val="002B5D7F"/>
    <w:rsid w:val="002B614B"/>
    <w:rsid w:val="002B61A1"/>
    <w:rsid w:val="002C1029"/>
    <w:rsid w:val="002C315B"/>
    <w:rsid w:val="002C4A96"/>
    <w:rsid w:val="002E7138"/>
    <w:rsid w:val="002F254F"/>
    <w:rsid w:val="002F4399"/>
    <w:rsid w:val="002F5384"/>
    <w:rsid w:val="002F54F8"/>
    <w:rsid w:val="00301763"/>
    <w:rsid w:val="00303FA7"/>
    <w:rsid w:val="003040F8"/>
    <w:rsid w:val="00310F61"/>
    <w:rsid w:val="003156E1"/>
    <w:rsid w:val="003160EA"/>
    <w:rsid w:val="00323F92"/>
    <w:rsid w:val="00330502"/>
    <w:rsid w:val="00330CE4"/>
    <w:rsid w:val="0033185F"/>
    <w:rsid w:val="00331AA5"/>
    <w:rsid w:val="00332A64"/>
    <w:rsid w:val="00333DE8"/>
    <w:rsid w:val="00333FAF"/>
    <w:rsid w:val="00343327"/>
    <w:rsid w:val="00343E42"/>
    <w:rsid w:val="0034719C"/>
    <w:rsid w:val="00350317"/>
    <w:rsid w:val="00352F4B"/>
    <w:rsid w:val="00354059"/>
    <w:rsid w:val="00356AE8"/>
    <w:rsid w:val="00357747"/>
    <w:rsid w:val="003641EA"/>
    <w:rsid w:val="00366FF3"/>
    <w:rsid w:val="00367255"/>
    <w:rsid w:val="00381342"/>
    <w:rsid w:val="00383417"/>
    <w:rsid w:val="00383F38"/>
    <w:rsid w:val="00385A97"/>
    <w:rsid w:val="00386C03"/>
    <w:rsid w:val="00390254"/>
    <w:rsid w:val="003914AC"/>
    <w:rsid w:val="00394DCB"/>
    <w:rsid w:val="00396816"/>
    <w:rsid w:val="00396FEB"/>
    <w:rsid w:val="003A0F1F"/>
    <w:rsid w:val="003A6341"/>
    <w:rsid w:val="003A7A2E"/>
    <w:rsid w:val="003B098C"/>
    <w:rsid w:val="003B2566"/>
    <w:rsid w:val="003B2A9C"/>
    <w:rsid w:val="003C198A"/>
    <w:rsid w:val="003C6A2E"/>
    <w:rsid w:val="003D4577"/>
    <w:rsid w:val="003D5682"/>
    <w:rsid w:val="003D6BD7"/>
    <w:rsid w:val="003D6D41"/>
    <w:rsid w:val="003F1F8F"/>
    <w:rsid w:val="003F2A19"/>
    <w:rsid w:val="003F4A6B"/>
    <w:rsid w:val="003F5BA3"/>
    <w:rsid w:val="003F7348"/>
    <w:rsid w:val="003F76DF"/>
    <w:rsid w:val="0040284F"/>
    <w:rsid w:val="00402CFA"/>
    <w:rsid w:val="004041CF"/>
    <w:rsid w:val="004049EC"/>
    <w:rsid w:val="00411F45"/>
    <w:rsid w:val="0041273B"/>
    <w:rsid w:val="00414F52"/>
    <w:rsid w:val="00415420"/>
    <w:rsid w:val="00416815"/>
    <w:rsid w:val="00420A94"/>
    <w:rsid w:val="00420C12"/>
    <w:rsid w:val="00425579"/>
    <w:rsid w:val="0043070E"/>
    <w:rsid w:val="00434B08"/>
    <w:rsid w:val="00435990"/>
    <w:rsid w:val="00435A13"/>
    <w:rsid w:val="00435B57"/>
    <w:rsid w:val="004405C8"/>
    <w:rsid w:val="0044084D"/>
    <w:rsid w:val="00441511"/>
    <w:rsid w:val="00443546"/>
    <w:rsid w:val="00443B20"/>
    <w:rsid w:val="00444B55"/>
    <w:rsid w:val="00445941"/>
    <w:rsid w:val="00445F1C"/>
    <w:rsid w:val="00446CE8"/>
    <w:rsid w:val="00447D1C"/>
    <w:rsid w:val="00454A61"/>
    <w:rsid w:val="004573AE"/>
    <w:rsid w:val="004578CF"/>
    <w:rsid w:val="00463936"/>
    <w:rsid w:val="00474C37"/>
    <w:rsid w:val="00476C3D"/>
    <w:rsid w:val="00487C45"/>
    <w:rsid w:val="00495245"/>
    <w:rsid w:val="004A5723"/>
    <w:rsid w:val="004B0550"/>
    <w:rsid w:val="004B2FDF"/>
    <w:rsid w:val="004C0BA8"/>
    <w:rsid w:val="004C1391"/>
    <w:rsid w:val="004C2812"/>
    <w:rsid w:val="004C5F6B"/>
    <w:rsid w:val="004C7C75"/>
    <w:rsid w:val="004D35EC"/>
    <w:rsid w:val="004D405C"/>
    <w:rsid w:val="004D4430"/>
    <w:rsid w:val="004D7075"/>
    <w:rsid w:val="004E0941"/>
    <w:rsid w:val="004E0D1B"/>
    <w:rsid w:val="004E2866"/>
    <w:rsid w:val="004E4D71"/>
    <w:rsid w:val="004F230C"/>
    <w:rsid w:val="005028BE"/>
    <w:rsid w:val="00504351"/>
    <w:rsid w:val="005109E7"/>
    <w:rsid w:val="00510A02"/>
    <w:rsid w:val="0051100C"/>
    <w:rsid w:val="0051796F"/>
    <w:rsid w:val="005228C9"/>
    <w:rsid w:val="00522FAB"/>
    <w:rsid w:val="00523EB6"/>
    <w:rsid w:val="00523FC8"/>
    <w:rsid w:val="005243B6"/>
    <w:rsid w:val="00527834"/>
    <w:rsid w:val="00527AEB"/>
    <w:rsid w:val="00527CD3"/>
    <w:rsid w:val="00530F52"/>
    <w:rsid w:val="00531651"/>
    <w:rsid w:val="00536FFF"/>
    <w:rsid w:val="005402BD"/>
    <w:rsid w:val="00542307"/>
    <w:rsid w:val="0054299F"/>
    <w:rsid w:val="00542F1F"/>
    <w:rsid w:val="00544442"/>
    <w:rsid w:val="00546204"/>
    <w:rsid w:val="00546290"/>
    <w:rsid w:val="00550B7B"/>
    <w:rsid w:val="00551E24"/>
    <w:rsid w:val="00557534"/>
    <w:rsid w:val="00560A92"/>
    <w:rsid w:val="005612A9"/>
    <w:rsid w:val="00561E27"/>
    <w:rsid w:val="00564569"/>
    <w:rsid w:val="00574263"/>
    <w:rsid w:val="005742E9"/>
    <w:rsid w:val="005778D6"/>
    <w:rsid w:val="00580E14"/>
    <w:rsid w:val="0058275D"/>
    <w:rsid w:val="00584FD8"/>
    <w:rsid w:val="00590B8D"/>
    <w:rsid w:val="00593252"/>
    <w:rsid w:val="00594C85"/>
    <w:rsid w:val="00595109"/>
    <w:rsid w:val="00595555"/>
    <w:rsid w:val="00595CE4"/>
    <w:rsid w:val="0059618D"/>
    <w:rsid w:val="00596F58"/>
    <w:rsid w:val="005A050D"/>
    <w:rsid w:val="005A084E"/>
    <w:rsid w:val="005A1638"/>
    <w:rsid w:val="005A2689"/>
    <w:rsid w:val="005A2C68"/>
    <w:rsid w:val="005A3A3B"/>
    <w:rsid w:val="005A3A9B"/>
    <w:rsid w:val="005A567D"/>
    <w:rsid w:val="005B15C4"/>
    <w:rsid w:val="005B2B35"/>
    <w:rsid w:val="005B5CE1"/>
    <w:rsid w:val="005C4090"/>
    <w:rsid w:val="005C5828"/>
    <w:rsid w:val="005C67AD"/>
    <w:rsid w:val="005C7B7F"/>
    <w:rsid w:val="005D1C41"/>
    <w:rsid w:val="005D3672"/>
    <w:rsid w:val="005D3E64"/>
    <w:rsid w:val="005D74F8"/>
    <w:rsid w:val="005E076A"/>
    <w:rsid w:val="005E1232"/>
    <w:rsid w:val="005E157E"/>
    <w:rsid w:val="005E3A30"/>
    <w:rsid w:val="005E3AED"/>
    <w:rsid w:val="005E45BB"/>
    <w:rsid w:val="005F5F0B"/>
    <w:rsid w:val="00600782"/>
    <w:rsid w:val="00602834"/>
    <w:rsid w:val="006108F2"/>
    <w:rsid w:val="00610BE9"/>
    <w:rsid w:val="006128A7"/>
    <w:rsid w:val="00613054"/>
    <w:rsid w:val="006133C2"/>
    <w:rsid w:val="00615A1D"/>
    <w:rsid w:val="00615E44"/>
    <w:rsid w:val="00616081"/>
    <w:rsid w:val="00621702"/>
    <w:rsid w:val="00621EF5"/>
    <w:rsid w:val="00624560"/>
    <w:rsid w:val="00626263"/>
    <w:rsid w:val="00631E3B"/>
    <w:rsid w:val="0063261B"/>
    <w:rsid w:val="00632DEB"/>
    <w:rsid w:val="00637F4E"/>
    <w:rsid w:val="00644C7D"/>
    <w:rsid w:val="0064636C"/>
    <w:rsid w:val="00646507"/>
    <w:rsid w:val="006503EC"/>
    <w:rsid w:val="0065168F"/>
    <w:rsid w:val="00651CEA"/>
    <w:rsid w:val="00652495"/>
    <w:rsid w:val="00653FB9"/>
    <w:rsid w:val="006553F5"/>
    <w:rsid w:val="00656D68"/>
    <w:rsid w:val="00670D5D"/>
    <w:rsid w:val="00671006"/>
    <w:rsid w:val="00674970"/>
    <w:rsid w:val="00676FE8"/>
    <w:rsid w:val="00680609"/>
    <w:rsid w:val="00680E65"/>
    <w:rsid w:val="00686FD0"/>
    <w:rsid w:val="0068755B"/>
    <w:rsid w:val="006927F9"/>
    <w:rsid w:val="00695334"/>
    <w:rsid w:val="006965C0"/>
    <w:rsid w:val="0069724D"/>
    <w:rsid w:val="006A01AC"/>
    <w:rsid w:val="006A0FF3"/>
    <w:rsid w:val="006A1BA8"/>
    <w:rsid w:val="006A4F42"/>
    <w:rsid w:val="006B0741"/>
    <w:rsid w:val="006B57A8"/>
    <w:rsid w:val="006B6CB8"/>
    <w:rsid w:val="006B7423"/>
    <w:rsid w:val="006B76A0"/>
    <w:rsid w:val="006C5CBF"/>
    <w:rsid w:val="006C62F6"/>
    <w:rsid w:val="006D0B27"/>
    <w:rsid w:val="006D4018"/>
    <w:rsid w:val="006D4353"/>
    <w:rsid w:val="006D50B6"/>
    <w:rsid w:val="006D5B87"/>
    <w:rsid w:val="006E16BD"/>
    <w:rsid w:val="006E67AD"/>
    <w:rsid w:val="006F3BB9"/>
    <w:rsid w:val="006F4026"/>
    <w:rsid w:val="006F4033"/>
    <w:rsid w:val="006F6551"/>
    <w:rsid w:val="006F72D7"/>
    <w:rsid w:val="006F7859"/>
    <w:rsid w:val="00700060"/>
    <w:rsid w:val="007017BE"/>
    <w:rsid w:val="007056E1"/>
    <w:rsid w:val="00713327"/>
    <w:rsid w:val="007178F6"/>
    <w:rsid w:val="00720069"/>
    <w:rsid w:val="00720285"/>
    <w:rsid w:val="007217E1"/>
    <w:rsid w:val="00724528"/>
    <w:rsid w:val="00724BBB"/>
    <w:rsid w:val="00725D59"/>
    <w:rsid w:val="00727085"/>
    <w:rsid w:val="00730C7D"/>
    <w:rsid w:val="00731122"/>
    <w:rsid w:val="00731D6D"/>
    <w:rsid w:val="00733A98"/>
    <w:rsid w:val="00734335"/>
    <w:rsid w:val="00736FEC"/>
    <w:rsid w:val="00741864"/>
    <w:rsid w:val="007425E3"/>
    <w:rsid w:val="007462B7"/>
    <w:rsid w:val="00753EE5"/>
    <w:rsid w:val="0075689D"/>
    <w:rsid w:val="0075695A"/>
    <w:rsid w:val="00761746"/>
    <w:rsid w:val="00763952"/>
    <w:rsid w:val="00765E93"/>
    <w:rsid w:val="00766746"/>
    <w:rsid w:val="00772AB6"/>
    <w:rsid w:val="00772DF7"/>
    <w:rsid w:val="00773174"/>
    <w:rsid w:val="007737CF"/>
    <w:rsid w:val="00782F12"/>
    <w:rsid w:val="00784312"/>
    <w:rsid w:val="00785771"/>
    <w:rsid w:val="0078584C"/>
    <w:rsid w:val="00786D0F"/>
    <w:rsid w:val="00792DE7"/>
    <w:rsid w:val="00792E10"/>
    <w:rsid w:val="0079587A"/>
    <w:rsid w:val="007A1DE8"/>
    <w:rsid w:val="007A71D6"/>
    <w:rsid w:val="007A752B"/>
    <w:rsid w:val="007B090C"/>
    <w:rsid w:val="007B2AE0"/>
    <w:rsid w:val="007B4CFA"/>
    <w:rsid w:val="007B55EA"/>
    <w:rsid w:val="007B5707"/>
    <w:rsid w:val="007B771D"/>
    <w:rsid w:val="007B7E38"/>
    <w:rsid w:val="007C57E8"/>
    <w:rsid w:val="007C6085"/>
    <w:rsid w:val="007C6A9C"/>
    <w:rsid w:val="007C7F49"/>
    <w:rsid w:val="007D480B"/>
    <w:rsid w:val="007D54FC"/>
    <w:rsid w:val="007E18BD"/>
    <w:rsid w:val="007E3AB9"/>
    <w:rsid w:val="007E763F"/>
    <w:rsid w:val="007F1F45"/>
    <w:rsid w:val="007F53B1"/>
    <w:rsid w:val="00803793"/>
    <w:rsid w:val="00804E1D"/>
    <w:rsid w:val="00805301"/>
    <w:rsid w:val="008115F1"/>
    <w:rsid w:val="00812EEB"/>
    <w:rsid w:val="0081516E"/>
    <w:rsid w:val="00815DAA"/>
    <w:rsid w:val="00821271"/>
    <w:rsid w:val="00823704"/>
    <w:rsid w:val="00823C87"/>
    <w:rsid w:val="00825D18"/>
    <w:rsid w:val="008302D5"/>
    <w:rsid w:val="008337B3"/>
    <w:rsid w:val="0083517D"/>
    <w:rsid w:val="00835858"/>
    <w:rsid w:val="008410E6"/>
    <w:rsid w:val="00844D78"/>
    <w:rsid w:val="00847E3E"/>
    <w:rsid w:val="00852E7C"/>
    <w:rsid w:val="00852F84"/>
    <w:rsid w:val="00853256"/>
    <w:rsid w:val="00857226"/>
    <w:rsid w:val="008577ED"/>
    <w:rsid w:val="00864231"/>
    <w:rsid w:val="00871F21"/>
    <w:rsid w:val="008919F2"/>
    <w:rsid w:val="00891F67"/>
    <w:rsid w:val="008927C9"/>
    <w:rsid w:val="0089541F"/>
    <w:rsid w:val="008A00B4"/>
    <w:rsid w:val="008A6C5E"/>
    <w:rsid w:val="008B041F"/>
    <w:rsid w:val="008B08D8"/>
    <w:rsid w:val="008B1029"/>
    <w:rsid w:val="008B1713"/>
    <w:rsid w:val="008B6DEA"/>
    <w:rsid w:val="008C61AD"/>
    <w:rsid w:val="008C75D3"/>
    <w:rsid w:val="008C7B85"/>
    <w:rsid w:val="008D09CC"/>
    <w:rsid w:val="008D147B"/>
    <w:rsid w:val="008D4634"/>
    <w:rsid w:val="008D653F"/>
    <w:rsid w:val="008D658E"/>
    <w:rsid w:val="008D662A"/>
    <w:rsid w:val="008E699F"/>
    <w:rsid w:val="008E6EC5"/>
    <w:rsid w:val="008F06FF"/>
    <w:rsid w:val="008F0B50"/>
    <w:rsid w:val="008F1AC1"/>
    <w:rsid w:val="008F1E41"/>
    <w:rsid w:val="008F44B0"/>
    <w:rsid w:val="008F4E63"/>
    <w:rsid w:val="008F6715"/>
    <w:rsid w:val="00900844"/>
    <w:rsid w:val="009015D8"/>
    <w:rsid w:val="0090200A"/>
    <w:rsid w:val="00902A00"/>
    <w:rsid w:val="00902D8B"/>
    <w:rsid w:val="00903786"/>
    <w:rsid w:val="009037F8"/>
    <w:rsid w:val="00910447"/>
    <w:rsid w:val="0091057C"/>
    <w:rsid w:val="0091170D"/>
    <w:rsid w:val="009132D2"/>
    <w:rsid w:val="00914550"/>
    <w:rsid w:val="0091675B"/>
    <w:rsid w:val="00916E86"/>
    <w:rsid w:val="0091786B"/>
    <w:rsid w:val="00921F69"/>
    <w:rsid w:val="0092394B"/>
    <w:rsid w:val="00924211"/>
    <w:rsid w:val="00924F10"/>
    <w:rsid w:val="00926735"/>
    <w:rsid w:val="00927AC5"/>
    <w:rsid w:val="009316EF"/>
    <w:rsid w:val="00936658"/>
    <w:rsid w:val="00936BC1"/>
    <w:rsid w:val="009370A4"/>
    <w:rsid w:val="0094114B"/>
    <w:rsid w:val="0094184E"/>
    <w:rsid w:val="00941F2B"/>
    <w:rsid w:val="00942E15"/>
    <w:rsid w:val="00943834"/>
    <w:rsid w:val="00944214"/>
    <w:rsid w:val="009462BF"/>
    <w:rsid w:val="00946E19"/>
    <w:rsid w:val="009476D6"/>
    <w:rsid w:val="009502E2"/>
    <w:rsid w:val="00950312"/>
    <w:rsid w:val="00954C7B"/>
    <w:rsid w:val="0096604C"/>
    <w:rsid w:val="00980798"/>
    <w:rsid w:val="00981756"/>
    <w:rsid w:val="00983528"/>
    <w:rsid w:val="0098698A"/>
    <w:rsid w:val="00991178"/>
    <w:rsid w:val="00991A5C"/>
    <w:rsid w:val="00994D2F"/>
    <w:rsid w:val="00995B6F"/>
    <w:rsid w:val="00995F49"/>
    <w:rsid w:val="009A1A23"/>
    <w:rsid w:val="009A1B7D"/>
    <w:rsid w:val="009A1B84"/>
    <w:rsid w:val="009A3506"/>
    <w:rsid w:val="009A7F38"/>
    <w:rsid w:val="009B081D"/>
    <w:rsid w:val="009C1612"/>
    <w:rsid w:val="009C28C9"/>
    <w:rsid w:val="009C3B59"/>
    <w:rsid w:val="009C4399"/>
    <w:rsid w:val="009C5556"/>
    <w:rsid w:val="009D3D97"/>
    <w:rsid w:val="009E2DC8"/>
    <w:rsid w:val="009E5303"/>
    <w:rsid w:val="009E6E1A"/>
    <w:rsid w:val="009E7F4A"/>
    <w:rsid w:val="009F3749"/>
    <w:rsid w:val="009F47EC"/>
    <w:rsid w:val="009F773F"/>
    <w:rsid w:val="00A01533"/>
    <w:rsid w:val="00A01BD9"/>
    <w:rsid w:val="00A04BBB"/>
    <w:rsid w:val="00A10E66"/>
    <w:rsid w:val="00A1205E"/>
    <w:rsid w:val="00A1244E"/>
    <w:rsid w:val="00A13FDE"/>
    <w:rsid w:val="00A15025"/>
    <w:rsid w:val="00A15C86"/>
    <w:rsid w:val="00A17581"/>
    <w:rsid w:val="00A21D79"/>
    <w:rsid w:val="00A37633"/>
    <w:rsid w:val="00A41AAC"/>
    <w:rsid w:val="00A444DB"/>
    <w:rsid w:val="00A547EB"/>
    <w:rsid w:val="00A559E8"/>
    <w:rsid w:val="00A55CF9"/>
    <w:rsid w:val="00A6223F"/>
    <w:rsid w:val="00A71EE4"/>
    <w:rsid w:val="00A73BE7"/>
    <w:rsid w:val="00A73F17"/>
    <w:rsid w:val="00A744CC"/>
    <w:rsid w:val="00A769C8"/>
    <w:rsid w:val="00A7725C"/>
    <w:rsid w:val="00A81DF8"/>
    <w:rsid w:val="00A8664B"/>
    <w:rsid w:val="00A87B91"/>
    <w:rsid w:val="00AA12C1"/>
    <w:rsid w:val="00AA1982"/>
    <w:rsid w:val="00AA1EFB"/>
    <w:rsid w:val="00AB6511"/>
    <w:rsid w:val="00AC2041"/>
    <w:rsid w:val="00AC25DE"/>
    <w:rsid w:val="00AC4752"/>
    <w:rsid w:val="00AC574F"/>
    <w:rsid w:val="00AC663E"/>
    <w:rsid w:val="00AD07B4"/>
    <w:rsid w:val="00AD2183"/>
    <w:rsid w:val="00AD2EA7"/>
    <w:rsid w:val="00AD6AE8"/>
    <w:rsid w:val="00AE02A8"/>
    <w:rsid w:val="00AE404A"/>
    <w:rsid w:val="00AF088B"/>
    <w:rsid w:val="00AF28C7"/>
    <w:rsid w:val="00AF41C2"/>
    <w:rsid w:val="00AF55CC"/>
    <w:rsid w:val="00B008D9"/>
    <w:rsid w:val="00B0243F"/>
    <w:rsid w:val="00B06E7B"/>
    <w:rsid w:val="00B11D68"/>
    <w:rsid w:val="00B12052"/>
    <w:rsid w:val="00B132D1"/>
    <w:rsid w:val="00B17FDC"/>
    <w:rsid w:val="00B21585"/>
    <w:rsid w:val="00B21864"/>
    <w:rsid w:val="00B2251F"/>
    <w:rsid w:val="00B2346B"/>
    <w:rsid w:val="00B23F3E"/>
    <w:rsid w:val="00B25C44"/>
    <w:rsid w:val="00B313BE"/>
    <w:rsid w:val="00B364A6"/>
    <w:rsid w:val="00B4154C"/>
    <w:rsid w:val="00B47EA6"/>
    <w:rsid w:val="00B52CD2"/>
    <w:rsid w:val="00B531F2"/>
    <w:rsid w:val="00B55042"/>
    <w:rsid w:val="00B553B1"/>
    <w:rsid w:val="00B5771F"/>
    <w:rsid w:val="00B66E82"/>
    <w:rsid w:val="00B71729"/>
    <w:rsid w:val="00B751FD"/>
    <w:rsid w:val="00B75867"/>
    <w:rsid w:val="00B77F1A"/>
    <w:rsid w:val="00B82F07"/>
    <w:rsid w:val="00B92E8A"/>
    <w:rsid w:val="00B9387F"/>
    <w:rsid w:val="00B957AF"/>
    <w:rsid w:val="00B95AA8"/>
    <w:rsid w:val="00B96CD1"/>
    <w:rsid w:val="00B96EA6"/>
    <w:rsid w:val="00BA1747"/>
    <w:rsid w:val="00BB0B23"/>
    <w:rsid w:val="00BB101A"/>
    <w:rsid w:val="00BB3C26"/>
    <w:rsid w:val="00BB7E4C"/>
    <w:rsid w:val="00BC1A62"/>
    <w:rsid w:val="00BC1CE9"/>
    <w:rsid w:val="00BC5A7E"/>
    <w:rsid w:val="00BC5A97"/>
    <w:rsid w:val="00BD078E"/>
    <w:rsid w:val="00BD0DC3"/>
    <w:rsid w:val="00BD1FFD"/>
    <w:rsid w:val="00BD2102"/>
    <w:rsid w:val="00BD21DE"/>
    <w:rsid w:val="00BD3CCF"/>
    <w:rsid w:val="00BD491B"/>
    <w:rsid w:val="00BD6CA7"/>
    <w:rsid w:val="00BE0CC9"/>
    <w:rsid w:val="00BE7009"/>
    <w:rsid w:val="00BE791B"/>
    <w:rsid w:val="00BF0A36"/>
    <w:rsid w:val="00BF4D7C"/>
    <w:rsid w:val="00C07BF5"/>
    <w:rsid w:val="00C10720"/>
    <w:rsid w:val="00C10CBF"/>
    <w:rsid w:val="00C14DCC"/>
    <w:rsid w:val="00C16180"/>
    <w:rsid w:val="00C168FE"/>
    <w:rsid w:val="00C2433A"/>
    <w:rsid w:val="00C24F66"/>
    <w:rsid w:val="00C27B07"/>
    <w:rsid w:val="00C32262"/>
    <w:rsid w:val="00C32EEF"/>
    <w:rsid w:val="00C33EFA"/>
    <w:rsid w:val="00C34688"/>
    <w:rsid w:val="00C36608"/>
    <w:rsid w:val="00C41FC5"/>
    <w:rsid w:val="00C42555"/>
    <w:rsid w:val="00C43DF7"/>
    <w:rsid w:val="00C44197"/>
    <w:rsid w:val="00C511CD"/>
    <w:rsid w:val="00C54367"/>
    <w:rsid w:val="00C55772"/>
    <w:rsid w:val="00C55ACC"/>
    <w:rsid w:val="00C56513"/>
    <w:rsid w:val="00C637AD"/>
    <w:rsid w:val="00C6739C"/>
    <w:rsid w:val="00C73812"/>
    <w:rsid w:val="00C74711"/>
    <w:rsid w:val="00C76C89"/>
    <w:rsid w:val="00C778D2"/>
    <w:rsid w:val="00C80D74"/>
    <w:rsid w:val="00C82D93"/>
    <w:rsid w:val="00C83346"/>
    <w:rsid w:val="00C86539"/>
    <w:rsid w:val="00C9092B"/>
    <w:rsid w:val="00C91DB3"/>
    <w:rsid w:val="00C93536"/>
    <w:rsid w:val="00C93C7D"/>
    <w:rsid w:val="00C9418C"/>
    <w:rsid w:val="00C94F09"/>
    <w:rsid w:val="00C97230"/>
    <w:rsid w:val="00CA4C52"/>
    <w:rsid w:val="00CA5688"/>
    <w:rsid w:val="00CA583B"/>
    <w:rsid w:val="00CA5F0B"/>
    <w:rsid w:val="00CB4588"/>
    <w:rsid w:val="00CC014F"/>
    <w:rsid w:val="00CC16EF"/>
    <w:rsid w:val="00CC20C9"/>
    <w:rsid w:val="00CC2EC4"/>
    <w:rsid w:val="00CC3AE9"/>
    <w:rsid w:val="00CC48F1"/>
    <w:rsid w:val="00CC739B"/>
    <w:rsid w:val="00CD0632"/>
    <w:rsid w:val="00CD2A87"/>
    <w:rsid w:val="00CD37F2"/>
    <w:rsid w:val="00CD6950"/>
    <w:rsid w:val="00CD7980"/>
    <w:rsid w:val="00CE1608"/>
    <w:rsid w:val="00CE1E52"/>
    <w:rsid w:val="00CE2747"/>
    <w:rsid w:val="00CE2F8D"/>
    <w:rsid w:val="00CF0C74"/>
    <w:rsid w:val="00CF0D30"/>
    <w:rsid w:val="00CF2B77"/>
    <w:rsid w:val="00CF3756"/>
    <w:rsid w:val="00CF3ABF"/>
    <w:rsid w:val="00CF4303"/>
    <w:rsid w:val="00CF599F"/>
    <w:rsid w:val="00D01C7F"/>
    <w:rsid w:val="00D02A1D"/>
    <w:rsid w:val="00D0652B"/>
    <w:rsid w:val="00D1126F"/>
    <w:rsid w:val="00D12C7C"/>
    <w:rsid w:val="00D14C64"/>
    <w:rsid w:val="00D17349"/>
    <w:rsid w:val="00D20933"/>
    <w:rsid w:val="00D243FB"/>
    <w:rsid w:val="00D258C8"/>
    <w:rsid w:val="00D27CED"/>
    <w:rsid w:val="00D30B09"/>
    <w:rsid w:val="00D31CDF"/>
    <w:rsid w:val="00D346D8"/>
    <w:rsid w:val="00D34D94"/>
    <w:rsid w:val="00D36069"/>
    <w:rsid w:val="00D40650"/>
    <w:rsid w:val="00D412AD"/>
    <w:rsid w:val="00D41978"/>
    <w:rsid w:val="00D45540"/>
    <w:rsid w:val="00D46414"/>
    <w:rsid w:val="00D47613"/>
    <w:rsid w:val="00D50919"/>
    <w:rsid w:val="00D52D33"/>
    <w:rsid w:val="00D5432E"/>
    <w:rsid w:val="00D57046"/>
    <w:rsid w:val="00D644A0"/>
    <w:rsid w:val="00D67D55"/>
    <w:rsid w:val="00D72B3F"/>
    <w:rsid w:val="00D72D06"/>
    <w:rsid w:val="00D74069"/>
    <w:rsid w:val="00D7667D"/>
    <w:rsid w:val="00D8023D"/>
    <w:rsid w:val="00D81F7B"/>
    <w:rsid w:val="00D83882"/>
    <w:rsid w:val="00D83E7D"/>
    <w:rsid w:val="00D871BA"/>
    <w:rsid w:val="00D872F1"/>
    <w:rsid w:val="00D879F5"/>
    <w:rsid w:val="00DA1371"/>
    <w:rsid w:val="00DA1C17"/>
    <w:rsid w:val="00DA57EA"/>
    <w:rsid w:val="00DA7A5E"/>
    <w:rsid w:val="00DB1890"/>
    <w:rsid w:val="00DB242F"/>
    <w:rsid w:val="00DB365B"/>
    <w:rsid w:val="00DB3BB7"/>
    <w:rsid w:val="00DB6542"/>
    <w:rsid w:val="00DC1140"/>
    <w:rsid w:val="00DC2C73"/>
    <w:rsid w:val="00DC2F30"/>
    <w:rsid w:val="00DC3C23"/>
    <w:rsid w:val="00DE2C4E"/>
    <w:rsid w:val="00DE4761"/>
    <w:rsid w:val="00DE6E28"/>
    <w:rsid w:val="00DE7389"/>
    <w:rsid w:val="00DF44DF"/>
    <w:rsid w:val="00DF7215"/>
    <w:rsid w:val="00E01A1B"/>
    <w:rsid w:val="00E023F6"/>
    <w:rsid w:val="00E02638"/>
    <w:rsid w:val="00E03DBB"/>
    <w:rsid w:val="00E06666"/>
    <w:rsid w:val="00E14FA4"/>
    <w:rsid w:val="00E14FF1"/>
    <w:rsid w:val="00E2340B"/>
    <w:rsid w:val="00E255E8"/>
    <w:rsid w:val="00E25EC0"/>
    <w:rsid w:val="00E3009B"/>
    <w:rsid w:val="00E30840"/>
    <w:rsid w:val="00E3422D"/>
    <w:rsid w:val="00E3626C"/>
    <w:rsid w:val="00E3749D"/>
    <w:rsid w:val="00E37D46"/>
    <w:rsid w:val="00E40D4F"/>
    <w:rsid w:val="00E40F33"/>
    <w:rsid w:val="00E448AD"/>
    <w:rsid w:val="00E4667A"/>
    <w:rsid w:val="00E5099E"/>
    <w:rsid w:val="00E50D29"/>
    <w:rsid w:val="00E5143D"/>
    <w:rsid w:val="00E5167B"/>
    <w:rsid w:val="00E545A0"/>
    <w:rsid w:val="00E5771F"/>
    <w:rsid w:val="00E616F8"/>
    <w:rsid w:val="00E61D58"/>
    <w:rsid w:val="00E62369"/>
    <w:rsid w:val="00E63821"/>
    <w:rsid w:val="00E63BD2"/>
    <w:rsid w:val="00E65332"/>
    <w:rsid w:val="00E7127D"/>
    <w:rsid w:val="00E73745"/>
    <w:rsid w:val="00E73E22"/>
    <w:rsid w:val="00E7543E"/>
    <w:rsid w:val="00E75D82"/>
    <w:rsid w:val="00E82325"/>
    <w:rsid w:val="00E836EB"/>
    <w:rsid w:val="00E853BC"/>
    <w:rsid w:val="00E90432"/>
    <w:rsid w:val="00EA08C8"/>
    <w:rsid w:val="00EA1B56"/>
    <w:rsid w:val="00EA6062"/>
    <w:rsid w:val="00EB0B7F"/>
    <w:rsid w:val="00EB18B2"/>
    <w:rsid w:val="00EB3E3F"/>
    <w:rsid w:val="00EC2164"/>
    <w:rsid w:val="00EC62DD"/>
    <w:rsid w:val="00ED1B6E"/>
    <w:rsid w:val="00ED3252"/>
    <w:rsid w:val="00ED510E"/>
    <w:rsid w:val="00ED6DE2"/>
    <w:rsid w:val="00EE19E3"/>
    <w:rsid w:val="00EE4BC3"/>
    <w:rsid w:val="00EF1D4A"/>
    <w:rsid w:val="00EF6F0E"/>
    <w:rsid w:val="00EF7FF0"/>
    <w:rsid w:val="00F009CF"/>
    <w:rsid w:val="00F035E6"/>
    <w:rsid w:val="00F11CAE"/>
    <w:rsid w:val="00F15734"/>
    <w:rsid w:val="00F1729A"/>
    <w:rsid w:val="00F20751"/>
    <w:rsid w:val="00F20CBB"/>
    <w:rsid w:val="00F21B75"/>
    <w:rsid w:val="00F23D90"/>
    <w:rsid w:val="00F255A9"/>
    <w:rsid w:val="00F27519"/>
    <w:rsid w:val="00F36E47"/>
    <w:rsid w:val="00F3767A"/>
    <w:rsid w:val="00F409DC"/>
    <w:rsid w:val="00F4111B"/>
    <w:rsid w:val="00F42D35"/>
    <w:rsid w:val="00F44E23"/>
    <w:rsid w:val="00F45498"/>
    <w:rsid w:val="00F4761E"/>
    <w:rsid w:val="00F52C86"/>
    <w:rsid w:val="00F546B1"/>
    <w:rsid w:val="00F56304"/>
    <w:rsid w:val="00F56AC2"/>
    <w:rsid w:val="00F578A9"/>
    <w:rsid w:val="00F609F5"/>
    <w:rsid w:val="00F60CBC"/>
    <w:rsid w:val="00F60F98"/>
    <w:rsid w:val="00F64BB9"/>
    <w:rsid w:val="00F65831"/>
    <w:rsid w:val="00F6607C"/>
    <w:rsid w:val="00F713AC"/>
    <w:rsid w:val="00F71837"/>
    <w:rsid w:val="00F72025"/>
    <w:rsid w:val="00F7682A"/>
    <w:rsid w:val="00F805CF"/>
    <w:rsid w:val="00F81624"/>
    <w:rsid w:val="00F821D5"/>
    <w:rsid w:val="00F908AF"/>
    <w:rsid w:val="00F91465"/>
    <w:rsid w:val="00F92DF3"/>
    <w:rsid w:val="00F95F06"/>
    <w:rsid w:val="00F9645B"/>
    <w:rsid w:val="00F9773D"/>
    <w:rsid w:val="00FA3997"/>
    <w:rsid w:val="00FA54FA"/>
    <w:rsid w:val="00FB4AB1"/>
    <w:rsid w:val="00FC0529"/>
    <w:rsid w:val="00FC0887"/>
    <w:rsid w:val="00FC1145"/>
    <w:rsid w:val="00FC267C"/>
    <w:rsid w:val="00FC5DFE"/>
    <w:rsid w:val="00FD0FF7"/>
    <w:rsid w:val="00FD1379"/>
    <w:rsid w:val="00FD1A59"/>
    <w:rsid w:val="00FD1CCF"/>
    <w:rsid w:val="00FD377A"/>
    <w:rsid w:val="00FD55F2"/>
    <w:rsid w:val="00FD6348"/>
    <w:rsid w:val="00FE0E77"/>
    <w:rsid w:val="00FE3FAA"/>
    <w:rsid w:val="00FE51A8"/>
    <w:rsid w:val="00FF0B77"/>
    <w:rsid w:val="00FF1F14"/>
    <w:rsid w:val="4BAD3067"/>
    <w:rsid w:val="6A40C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874348"/>
  <w14:defaultImageDpi w14:val="0"/>
  <w15:docId w15:val="{85057897-C001-4316-9352-6DB2BC69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caption" w:uiPriority="35" w:qFormat="1"/>
    <w:lsdException w:name="List" w:uiPriority="0" w:semiHidden="1" w:unhideWhenUsed="1"/>
    <w:lsdException w:name="List Number" w:semiHidden="1" w:unhideWhenUsed="1"/>
    <w:lsdException w:name="List 2" w:uiPriority="0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uiPriority="1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95CE4"/>
    <w:pPr>
      <w:keepNext/>
      <w:keepLines/>
      <w:spacing w:before="240"/>
      <w:outlineLvl w:val="0"/>
    </w:pPr>
    <w:rPr>
      <w:rFonts w:cs="Mangal" w:asciiTheme="majorHAnsi" w:hAnsiTheme="majorHAnsi" w:eastAsiaTheme="majorEastAsia"/>
      <w:color w:val="365F91" w:themeColor="accent1" w:themeShade="BF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65332"/>
    <w:pPr>
      <w:keepNext/>
      <w:keepLines/>
      <w:spacing w:before="40"/>
      <w:outlineLvl w:val="1"/>
    </w:pPr>
    <w:rPr>
      <w:rFonts w:cs="Mangal" w:asciiTheme="majorHAnsi" w:hAnsiTheme="majorHAnsi" w:eastAsiaTheme="majorEastAsia"/>
      <w:color w:val="365F91" w:themeColor="accent1" w:themeShade="BF"/>
      <w:sz w:val="26"/>
      <w:szCs w:val="23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hAnsi="Arial" w:eastAsia="Times New Roman" w:cs="Arial"/>
      <w:color w:val="000000"/>
      <w:kern w:val="0"/>
      <w:sz w:val="22"/>
      <w:szCs w:val="22"/>
      <w:u w:color="000000"/>
      <w:lang w:eastAsia="et-EE" w:bidi="ar-SA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1Mrk" w:customStyle="1">
    <w:name w:val="Pealkiri 1 Märk"/>
    <w:basedOn w:val="Liguvaikefont"/>
    <w:link w:val="Pealkiri1"/>
    <w:uiPriority w:val="9"/>
    <w:locked/>
    <w:rsid w:val="00595CE4"/>
    <w:rPr>
      <w:rFonts w:cs="Mangal" w:asciiTheme="majorHAnsi" w:hAnsiTheme="majorHAnsi" w:eastAsiaTheme="majorEastAsia"/>
      <w:color w:val="365F91" w:themeColor="accent1" w:themeShade="BF"/>
      <w:kern w:val="1"/>
      <w:sz w:val="29"/>
      <w:szCs w:val="29"/>
      <w:lang w:val="x-none" w:eastAsia="zh-CN" w:bidi="hi-IN"/>
    </w:rPr>
  </w:style>
  <w:style w:type="character" w:styleId="Pealkiri4Mrk" w:customStyle="1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styleId="Pealkiri5Mrk" w:customStyle="1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styleId="Pealkiri6Mrk" w:customStyle="1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styleId="Pealkiri7Mrk" w:customStyle="1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styleId="Pealkiri8Mrk" w:customStyle="1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styleId="Pealkiri9Mrk" w:customStyle="1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NumberingSymbols" w:customStyle="1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styleId="Heading" w:customStyle="1">
    <w:name w:val="Heading"/>
    <w:basedOn w:val="Normaallaad"/>
    <w:next w:val="Normaallaad"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Jalus1" w:customStyle="1">
    <w:name w:val="Jalus1"/>
    <w:autoRedefine/>
    <w:qFormat/>
    <w:rsid w:val="00E61D58"/>
    <w:pPr>
      <w:widowControl w:val="0"/>
      <w:suppressAutoHyphens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PisMrk" w:customStyle="1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Index" w:customStyle="1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styleId="JalusMrk" w:customStyle="1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TableContents" w:customStyle="1">
    <w:name w:val="Table Contents"/>
    <w:basedOn w:val="Normaallaad"/>
    <w:rsid w:val="00D40650"/>
    <w:pPr>
      <w:suppressLineNumbers/>
    </w:pPr>
  </w:style>
  <w:style w:type="paragraph" w:styleId="TableHeading" w:customStyle="1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styleId="Adressaat" w:customStyle="1">
    <w:name w:val="Adressaat"/>
    <w:autoRedefine/>
    <w:qFormat/>
    <w:rsid w:val="00B957AF"/>
    <w:rPr>
      <w:rFonts w:eastAsia="SimSun"/>
      <w:kern w:val="1"/>
      <w:sz w:val="24"/>
      <w:szCs w:val="24"/>
      <w:lang w:eastAsia="zh-CN" w:bidi="hi-IN"/>
    </w:rPr>
  </w:style>
  <w:style w:type="paragraph" w:styleId="Pealkiri10" w:customStyle="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styleId="Snum" w:customStyle="1">
    <w:name w:val="Sõnum"/>
    <w:autoRedefine/>
    <w:qFormat/>
    <w:rsid w:val="00733A98"/>
    <w:pPr>
      <w:jc w:val="both"/>
    </w:pPr>
    <w:rPr>
      <w:rFonts w:eastAsia="SimSun" w:cs="Mangal"/>
      <w:kern w:val="1"/>
      <w:sz w:val="16"/>
      <w:szCs w:val="16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locked/>
    <w:rsid w:val="006A01AC"/>
    <w:rPr>
      <w:rFonts w:ascii="Tahoma" w:hAnsi="Tahoma" w:eastAsia="SimSun" w:cs="Mangal"/>
      <w:kern w:val="1"/>
      <w:sz w:val="14"/>
      <w:szCs w:val="14"/>
      <w:lang w:val="x-none" w:eastAsia="zh-CN" w:bidi="hi-IN"/>
    </w:rPr>
  </w:style>
  <w:style w:type="character" w:styleId="notbold" w:customStyle="1">
    <w:name w:val="notbold"/>
    <w:basedOn w:val="Liguvaikefont"/>
    <w:rsid w:val="009A1B7D"/>
    <w:rPr>
      <w:rFonts w:cs="Times New Roman"/>
    </w:rPr>
  </w:style>
  <w:style w:type="character" w:styleId="apple-converted-space" w:customStyle="1">
    <w:name w:val="apple-converted-space"/>
    <w:basedOn w:val="Liguvaikefont"/>
    <w:rsid w:val="009A1B7D"/>
    <w:rPr>
      <w:rFonts w:cs="Times New Roman"/>
    </w:rPr>
  </w:style>
  <w:style w:type="character" w:styleId="xbe" w:customStyle="1">
    <w:name w:val="_xbe"/>
    <w:basedOn w:val="Liguvaikefont"/>
    <w:rsid w:val="00E5099E"/>
    <w:rPr>
      <w:rFonts w:cs="Times New Roman"/>
    </w:rPr>
  </w:style>
  <w:style w:type="paragraph" w:styleId="Loendilik">
    <w:name w:val="List Paragraph"/>
    <w:basedOn w:val="Normaallaad"/>
    <w:uiPriority w:val="34"/>
    <w:qFormat/>
    <w:rsid w:val="005C7B7F"/>
    <w:pPr>
      <w:ind w:left="720"/>
      <w:contextualSpacing/>
    </w:pPr>
    <w:rPr>
      <w:rFonts w:cs="Mangal"/>
      <w:szCs w:val="21"/>
    </w:rPr>
  </w:style>
  <w:style w:type="paragraph" w:styleId="Normaallaadveeb">
    <w:name w:val="Normal (Web)"/>
    <w:basedOn w:val="Normaallaad"/>
    <w:uiPriority w:val="99"/>
    <w:rsid w:val="00A73F17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paragraph" w:styleId="Allmrkusetekst">
    <w:name w:val="footnote text"/>
    <w:basedOn w:val="Normaallaad"/>
    <w:link w:val="AllmrkusetekstMrk"/>
    <w:uiPriority w:val="99"/>
    <w:rsid w:val="006F4026"/>
    <w:pPr>
      <w:spacing w:line="240" w:lineRule="auto"/>
    </w:pPr>
    <w:rPr>
      <w:rFonts w:cs="Mangal"/>
      <w:sz w:val="20"/>
      <w:szCs w:val="18"/>
    </w:rPr>
  </w:style>
  <w:style w:type="character" w:styleId="AllmrkusetekstMrk" w:customStyle="1">
    <w:name w:val="Allmärkuse tekst Märk"/>
    <w:basedOn w:val="Liguvaikefont"/>
    <w:link w:val="Allmrkusetekst"/>
    <w:uiPriority w:val="99"/>
    <w:rsid w:val="006F4026"/>
    <w:rPr>
      <w:rFonts w:eastAsia="SimSun" w:cs="Mangal"/>
      <w:kern w:val="1"/>
      <w:szCs w:val="18"/>
      <w:lang w:eastAsia="zh-CN" w:bidi="hi-IN"/>
    </w:rPr>
  </w:style>
  <w:style w:type="character" w:styleId="Allmrkuseviide">
    <w:name w:val="footnote reference"/>
    <w:basedOn w:val="Liguvaikefont"/>
    <w:uiPriority w:val="99"/>
    <w:rsid w:val="006F4026"/>
    <w:rPr>
      <w:vertAlign w:val="superscript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E65332"/>
    <w:rPr>
      <w:rFonts w:cs="Mangal" w:asciiTheme="majorHAnsi" w:hAnsiTheme="majorHAnsi" w:eastAsiaTheme="majorEastAsia"/>
      <w:color w:val="365F91" w:themeColor="accent1" w:themeShade="BF"/>
      <w:kern w:val="1"/>
      <w:sz w:val="26"/>
      <w:szCs w:val="23"/>
      <w:lang w:eastAsia="zh-CN" w:bidi="hi-IN"/>
    </w:rPr>
  </w:style>
  <w:style w:type="character" w:styleId="Tugev">
    <w:name w:val="Strong"/>
    <w:basedOn w:val="Liguvaikefont"/>
    <w:uiPriority w:val="22"/>
    <w:qFormat/>
    <w:rsid w:val="008D147B"/>
    <w:rPr>
      <w:b/>
      <w:bCs/>
    </w:rPr>
  </w:style>
  <w:style w:type="character" w:styleId="break-word" w:customStyle="1">
    <w:name w:val="break-word"/>
    <w:basedOn w:val="Liguvaikefont"/>
    <w:rsid w:val="00C10720"/>
  </w:style>
  <w:style w:type="paragraph" w:styleId="Vahedeta">
    <w:name w:val="No Spacing"/>
    <w:uiPriority w:val="1"/>
    <w:qFormat/>
    <w:rsid w:val="00C10720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styleId="ng-scope" w:customStyle="1">
    <w:name w:val="ng-scope"/>
    <w:basedOn w:val="Liguvaikefont"/>
    <w:rsid w:val="007C7F49"/>
  </w:style>
  <w:style w:type="paragraph" w:styleId="Default" w:customStyle="1">
    <w:name w:val="Default"/>
    <w:rsid w:val="001704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1" w:customStyle="1">
    <w:name w:val="Lahendamata mainimine1"/>
    <w:basedOn w:val="Liguvaikefont"/>
    <w:uiPriority w:val="99"/>
    <w:semiHidden/>
    <w:unhideWhenUsed/>
    <w:rsid w:val="002C315B"/>
    <w:rPr>
      <w:color w:val="605E5C"/>
      <w:shd w:val="clear" w:color="auto" w:fill="E1DFDD"/>
    </w:rPr>
  </w:style>
  <w:style w:type="character" w:styleId="Lahendamatamainimine2" w:customStyle="1">
    <w:name w:val="Lahendamata mainimine2"/>
    <w:basedOn w:val="Liguvaikefont"/>
    <w:uiPriority w:val="99"/>
    <w:semiHidden/>
    <w:unhideWhenUsed/>
    <w:rsid w:val="00624560"/>
    <w:rPr>
      <w:color w:val="605E5C"/>
      <w:shd w:val="clear" w:color="auto" w:fill="E1DFDD"/>
    </w:rPr>
  </w:style>
  <w:style w:type="character" w:styleId="Lahendamatamainimine3" w:customStyle="1">
    <w:name w:val="Lahendamata mainimine3"/>
    <w:basedOn w:val="Liguvaikefont"/>
    <w:uiPriority w:val="99"/>
    <w:semiHidden/>
    <w:unhideWhenUsed/>
    <w:rsid w:val="007F1F4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1C7368"/>
    <w:rPr>
      <w:color w:val="605E5C"/>
      <w:shd w:val="clear" w:color="auto" w:fill="E1DFDD"/>
    </w:rPr>
  </w:style>
  <w:style w:type="character" w:styleId="ng-bindingng-scope" w:customStyle="1">
    <w:name w:val="ng-binding ng-scope"/>
    <w:basedOn w:val="Liguvaikefont"/>
    <w:rsid w:val="0005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5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info@transpordiamet.ee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ulvi.oper@transpordiamet.ee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yperlink" Target="mailto:mari-ann.sinimaa@fin.ee" TargetMode="Externa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toomas.laurits@tap.ee" TargetMode="Externa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A40A5074D45243B023FE8CA253DA38" ma:contentTypeVersion="12" ma:contentTypeDescription="Loo uus dokument" ma:contentTypeScope="" ma:versionID="c2c9bb4357209aedcd73a9b73b3f4d17">
  <xsd:schema xmlns:xsd="http://www.w3.org/2001/XMLSchema" xmlns:xs="http://www.w3.org/2001/XMLSchema" xmlns:p="http://schemas.microsoft.com/office/2006/metadata/properties" xmlns:ns2="6125d6de-2298-4fe5-8cbc-f91a47a9ecff" xmlns:ns3="3d7fb3fa-7f75-4382-a1fe-43b99e0a9782" targetNamespace="http://schemas.microsoft.com/office/2006/metadata/properties" ma:root="true" ma:fieldsID="abe99936dd81387de44f43be24afa613" ns2:_="" ns3:_="">
    <xsd:import namespace="6125d6de-2298-4fe5-8cbc-f91a47a9ecff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5d6de-2298-4fe5-8cbc-f91a47a9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8745d6d-4fb5-486c-8bba-ee852f38abad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6125d6de-2298-4fe5-8cbc-f91a47a9ecf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203AC0-FD32-4DC8-B053-9EC660506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8329D2-5DE1-4D95-9456-4CA8BD1723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25d6de-2298-4fe5-8cbc-f91a47a9ecff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378472-6FB1-4F48-A8B5-6BABC939D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5F058-B672-4A92-9055-0325A3C38C17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3d7fb3fa-7f75-4382-a1fe-43b99e0a9782"/>
    <ds:schemaRef ds:uri="http://purl.org/dc/dcmitype/"/>
    <ds:schemaRef ds:uri="6125d6de-2298-4fe5-8cbc-f91a47a9ecff"/>
    <ds:schemaRef ds:uri="http://schemas.microsoft.com/office/2006/metadata/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kirjaplank</ap:Template>
  <ap:Application>Microsoft Word for the web</ap:Application>
  <ap:DocSecurity>0</ap:DocSecurity>
  <ap:ScaleCrop>false</ap:ScaleCrop>
  <ap:Company>Riigikantselei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Ulvi.Reimets@fin.ee</dc:creator>
  <keywords/>
  <dc:description/>
  <lastModifiedBy>Ulvi Reimets - RAM</lastModifiedBy>
  <revision>3</revision>
  <lastPrinted>2023-02-01T09:51:00.0000000Z</lastPrinted>
  <dcterms:created xsi:type="dcterms:W3CDTF">2026-02-26T08:33:00.0000000Z</dcterms:created>
  <dcterms:modified xsi:type="dcterms:W3CDTF">2026-02-26T08:53:31.4285702Z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2025-03-17T07:30:06Z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8c7771d2-2b68-41e7-81ef-5e4734d88e7d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0x0101005CA40A5074D45243B023FE8CA253DA38</vt:lpwstr>
  </property>
  <property fmtid="{D5CDD505-2E9C-101B-9397-08002B2CF9AE}" pid="11" name="MediaServiceImageTags">
    <vt:lpwstr/>
  </property>
</Properties>
</file>